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F2D" w:rsidRPr="004F29F8" w:rsidRDefault="000C5F2D">
      <w:pPr>
        <w:pStyle w:val="Vchodztl"/>
        <w:jc w:val="center"/>
        <w:rPr>
          <w:rFonts w:ascii="Times New Roman" w:hAnsi="Times New Roman" w:cs="Times New Roman"/>
          <w:sz w:val="28"/>
          <w:szCs w:val="28"/>
        </w:rPr>
      </w:pPr>
      <w:r w:rsidRPr="004F29F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Informatívna správa </w:t>
      </w:r>
    </w:p>
    <w:p w:rsidR="000C5F2D" w:rsidRDefault="000C5F2D" w:rsidP="008B016C">
      <w:pPr>
        <w:jc w:val="center"/>
        <w:rPr>
          <w:b/>
          <w:bCs/>
        </w:rPr>
      </w:pPr>
      <w:r w:rsidRPr="004F29F8">
        <w:rPr>
          <w:rFonts w:ascii="Times New Roman" w:hAnsi="Times New Roman" w:cs="Times New Roman"/>
          <w:b/>
          <w:bCs/>
          <w:i/>
          <w:iCs/>
          <w:lang w:eastAsia="cs-CZ"/>
        </w:rPr>
        <w:t>z</w:t>
      </w:r>
      <w:r>
        <w:rPr>
          <w:rFonts w:ascii="Times New Roman" w:hAnsi="Times New Roman" w:cs="Times New Roman"/>
          <w:b/>
          <w:bCs/>
          <w:i/>
          <w:iCs/>
          <w:lang w:eastAsia="cs-CZ"/>
        </w:rPr>
        <w:t>o</w:t>
      </w:r>
      <w:r w:rsidRPr="004F29F8">
        <w:rPr>
          <w:rFonts w:ascii="Times New Roman" w:hAnsi="Times New Roman" w:cs="Times New Roman"/>
          <w:b/>
          <w:bCs/>
          <w:i/>
          <w:iCs/>
          <w:lang w:eastAsia="cs-CZ"/>
        </w:rPr>
        <w:t> </w:t>
      </w:r>
      <w:r>
        <w:rPr>
          <w:rFonts w:ascii="Times New Roman" w:hAnsi="Times New Roman" w:cs="Times New Roman"/>
          <w:b/>
          <w:bCs/>
          <w:i/>
          <w:iCs/>
          <w:lang w:eastAsia="cs-CZ"/>
        </w:rPr>
        <w:t xml:space="preserve"> </w:t>
      </w:r>
      <w:r w:rsidRPr="004F29F8">
        <w:rPr>
          <w:rFonts w:ascii="Times New Roman" w:hAnsi="Times New Roman" w:cs="Times New Roman"/>
          <w:b/>
          <w:bCs/>
          <w:i/>
          <w:iCs/>
          <w:lang w:eastAsia="cs-CZ"/>
        </w:rPr>
        <w:t>V</w:t>
      </w:r>
      <w:r>
        <w:rPr>
          <w:rFonts w:ascii="Times New Roman" w:hAnsi="Times New Roman" w:cs="Times New Roman"/>
          <w:b/>
          <w:bCs/>
          <w:i/>
          <w:iCs/>
          <w:lang w:eastAsia="cs-CZ"/>
        </w:rPr>
        <w:t>II</w:t>
      </w:r>
      <w:r w:rsidRPr="004F29F8">
        <w:rPr>
          <w:rFonts w:ascii="Times New Roman" w:hAnsi="Times New Roman" w:cs="Times New Roman"/>
          <w:b/>
          <w:bCs/>
          <w:i/>
          <w:iCs/>
          <w:lang w:eastAsia="cs-CZ"/>
        </w:rPr>
        <w:t xml:space="preserve">. </w:t>
      </w:r>
      <w:r>
        <w:rPr>
          <w:rFonts w:ascii="Times New Roman" w:hAnsi="Times New Roman" w:cs="Times New Roman"/>
          <w:b/>
          <w:bCs/>
          <w:i/>
          <w:iCs/>
          <w:lang w:eastAsia="cs-CZ"/>
        </w:rPr>
        <w:t xml:space="preserve">mimoriadneho </w:t>
      </w:r>
      <w:r w:rsidRPr="004F29F8">
        <w:rPr>
          <w:rFonts w:ascii="Times New Roman" w:hAnsi="Times New Roman" w:cs="Times New Roman"/>
          <w:b/>
          <w:bCs/>
          <w:i/>
          <w:iCs/>
          <w:lang w:eastAsia="cs-CZ"/>
        </w:rPr>
        <w:t xml:space="preserve">rokovania Mestského zastupiteľstva zo dňa </w:t>
      </w:r>
      <w:r>
        <w:rPr>
          <w:rFonts w:ascii="Times New Roman" w:hAnsi="Times New Roman" w:cs="Times New Roman"/>
          <w:b/>
          <w:bCs/>
          <w:i/>
          <w:iCs/>
          <w:lang w:eastAsia="cs-CZ"/>
        </w:rPr>
        <w:t>30. novembra</w:t>
      </w:r>
      <w:r w:rsidRPr="004F29F8">
        <w:rPr>
          <w:rFonts w:ascii="Times New Roman" w:hAnsi="Times New Roman" w:cs="Times New Roman"/>
          <w:b/>
          <w:bCs/>
          <w:i/>
          <w:iCs/>
          <w:lang w:eastAsia="cs-CZ"/>
        </w:rPr>
        <w:t xml:space="preserve"> 2015</w:t>
      </w:r>
      <w:r>
        <w:rPr>
          <w:b/>
          <w:bCs/>
        </w:rPr>
        <w:t>,</w:t>
      </w:r>
    </w:p>
    <w:p w:rsidR="000C5F2D" w:rsidRPr="00053E9B" w:rsidRDefault="000C5F2D" w:rsidP="00053E9B">
      <w:pPr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53E9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z  VIII. zasadnutia Mestského zastupiteľstva v Košiciach zo  dňa 14. decembra </w:t>
      </w:r>
      <w:smartTag w:uri="urn:schemas-microsoft-com:office:smarttags" w:element="metricconverter">
        <w:smartTagPr>
          <w:attr w:name="ProductID" w:val="2015 a"/>
        </w:smartTagPr>
        <w:r w:rsidRPr="00053E9B">
          <w:rPr>
            <w:rFonts w:ascii="Times New Roman" w:hAnsi="Times New Roman" w:cs="Times New Roman"/>
            <w:b/>
            <w:bCs/>
            <w:i/>
            <w:iCs/>
            <w:sz w:val="24"/>
            <w:szCs w:val="24"/>
          </w:rPr>
          <w:t>2015 a</w:t>
        </w:r>
      </w:smartTag>
      <w:r w:rsidRPr="00053E9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:rsidR="000C5F2D" w:rsidRDefault="000C5F2D" w:rsidP="008B016C">
      <w:pPr>
        <w:overflowPunct w:val="0"/>
        <w:autoSpaceDE w:val="0"/>
        <w:autoSpaceDN w:val="0"/>
        <w:adjustRightInd w:val="0"/>
        <w:jc w:val="center"/>
        <w:rPr>
          <w:b/>
          <w:bCs/>
          <w:u w:val="single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BFBFB"/>
        </w:rPr>
        <w:t xml:space="preserve">z  </w:t>
      </w:r>
      <w:r w:rsidRPr="00053E9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BFBFB"/>
        </w:rPr>
        <w:t xml:space="preserve">IX.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BFBFB"/>
        </w:rPr>
        <w:t xml:space="preserve">mimoriadneho </w:t>
      </w:r>
      <w:r w:rsidRPr="00053E9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BFBFB"/>
        </w:rPr>
        <w:t>zasadnuti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BFBFB"/>
        </w:rPr>
        <w:t>a</w:t>
      </w:r>
      <w:r w:rsidRPr="00053E9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BFBFB"/>
        </w:rPr>
        <w:t xml:space="preserve"> Mestského zastupiteľstva v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BFBFB"/>
        </w:rPr>
        <w:t> </w:t>
      </w:r>
      <w:r w:rsidRPr="00053E9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BFBFB"/>
        </w:rPr>
        <w:t>Košiciach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BFBFB"/>
        </w:rPr>
        <w:t xml:space="preserve"> zo d</w:t>
      </w:r>
      <w:r w:rsidRPr="00053E9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BFBFB"/>
        </w:rPr>
        <w:t>ňa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BFBFB"/>
        </w:rPr>
        <w:t xml:space="preserve"> </w:t>
      </w:r>
      <w:r w:rsidRPr="00053E9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18. januára 2016 </w:t>
      </w:r>
    </w:p>
    <w:p w:rsidR="000C5F2D" w:rsidRDefault="000C5F2D" w:rsidP="008B016C">
      <w:pPr>
        <w:overflowPunct w:val="0"/>
        <w:autoSpaceDE w:val="0"/>
        <w:autoSpaceDN w:val="0"/>
        <w:adjustRightInd w:val="0"/>
        <w:jc w:val="center"/>
        <w:rPr>
          <w:b/>
          <w:bCs/>
          <w:u w:val="single"/>
        </w:rPr>
      </w:pPr>
    </w:p>
    <w:p w:rsidR="000C5F2D" w:rsidRDefault="000C5F2D" w:rsidP="008B016C">
      <w:pPr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0C5F2D" w:rsidRPr="00053E9B" w:rsidRDefault="000C5F2D" w:rsidP="008B016C">
      <w:pPr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0C5F2D" w:rsidRPr="00433583" w:rsidRDefault="000C5F2D" w:rsidP="00433583">
      <w:pPr>
        <w:overflowPunct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33583">
        <w:rPr>
          <w:rFonts w:ascii="Times New Roman" w:hAnsi="Times New Roman" w:cs="Times New Roman"/>
          <w:b/>
          <w:bCs/>
          <w:i/>
          <w:iCs/>
          <w:sz w:val="24"/>
          <w:szCs w:val="24"/>
        </w:rPr>
        <w:t>Programový rozpočet mesta Košice na roky 2016 – 2018</w:t>
      </w:r>
    </w:p>
    <w:p w:rsidR="000C5F2D" w:rsidRPr="00053E9B" w:rsidRDefault="000C5F2D" w:rsidP="008B016C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53E9B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iestne </w:t>
      </w:r>
      <w:r w:rsidRPr="00053E9B">
        <w:rPr>
          <w:rFonts w:ascii="Times New Roman" w:hAnsi="Times New Roman" w:cs="Times New Roman"/>
          <w:sz w:val="24"/>
          <w:szCs w:val="24"/>
        </w:rPr>
        <w:t>zastupiteľstvo 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053E9B">
        <w:rPr>
          <w:rFonts w:ascii="Times New Roman" w:hAnsi="Times New Roman" w:cs="Times New Roman"/>
          <w:sz w:val="24"/>
          <w:szCs w:val="24"/>
        </w:rPr>
        <w:t>Košiciach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3E9B">
        <w:rPr>
          <w:rFonts w:ascii="Times New Roman" w:hAnsi="Times New Roman" w:cs="Times New Roman"/>
          <w:sz w:val="24"/>
          <w:szCs w:val="24"/>
        </w:rPr>
        <w:t>podľa § 6 ods. 2 písm. b) a c) Štatútu mesta Košice</w:t>
      </w:r>
    </w:p>
    <w:p w:rsidR="000C5F2D" w:rsidRDefault="000C5F2D" w:rsidP="008B016C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C5F2D" w:rsidRPr="00053E9B" w:rsidRDefault="000C5F2D" w:rsidP="008B016C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53E9B">
        <w:rPr>
          <w:rFonts w:ascii="Times New Roman" w:hAnsi="Times New Roman" w:cs="Times New Roman"/>
          <w:b/>
          <w:bCs/>
          <w:sz w:val="24"/>
          <w:szCs w:val="24"/>
        </w:rPr>
        <w:t xml:space="preserve">A. </w:t>
      </w:r>
      <w:r w:rsidRPr="00F74B2A">
        <w:rPr>
          <w:rFonts w:ascii="Times New Roman" w:hAnsi="Times New Roman" w:cs="Times New Roman"/>
          <w:sz w:val="24"/>
          <w:szCs w:val="24"/>
        </w:rPr>
        <w:t>schvaľuje</w:t>
      </w:r>
    </w:p>
    <w:p w:rsidR="000C5F2D" w:rsidRPr="00053E9B" w:rsidRDefault="000C5F2D" w:rsidP="008B016C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53E9B">
        <w:rPr>
          <w:rFonts w:ascii="Times New Roman" w:hAnsi="Times New Roman" w:cs="Times New Roman"/>
          <w:sz w:val="24"/>
          <w:szCs w:val="24"/>
        </w:rPr>
        <w:t>1.  Programový rozpočet mesta Košice na rok 2016</w:t>
      </w:r>
    </w:p>
    <w:p w:rsidR="000C5F2D" w:rsidRPr="00053E9B" w:rsidRDefault="000C5F2D" w:rsidP="008B016C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  <w:t xml:space="preserve">                      v €</w:t>
      </w:r>
    </w:p>
    <w:tbl>
      <w:tblPr>
        <w:tblW w:w="6134" w:type="dxa"/>
        <w:tblInd w:w="-68" w:type="dxa"/>
        <w:tblCellMar>
          <w:left w:w="70" w:type="dxa"/>
          <w:right w:w="70" w:type="dxa"/>
        </w:tblCellMar>
        <w:tblLook w:val="0000"/>
      </w:tblPr>
      <w:tblGrid>
        <w:gridCol w:w="4540"/>
        <w:gridCol w:w="1594"/>
      </w:tblGrid>
      <w:tr w:rsidR="000C5F2D" w:rsidRPr="00053E9B">
        <w:trPr>
          <w:trHeight w:val="315"/>
        </w:trPr>
        <w:tc>
          <w:tcPr>
            <w:tcW w:w="4540" w:type="dxa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E9B">
              <w:rPr>
                <w:rFonts w:ascii="Times New Roman" w:hAnsi="Times New Roman" w:cs="Times New Roman"/>
                <w:sz w:val="24"/>
                <w:szCs w:val="24"/>
              </w:rPr>
              <w:t>Príjmy celkom</w:t>
            </w:r>
          </w:p>
        </w:tc>
        <w:tc>
          <w:tcPr>
            <w:tcW w:w="1594" w:type="dxa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E9B">
              <w:rPr>
                <w:rFonts w:ascii="Times New Roman" w:hAnsi="Times New Roman" w:cs="Times New Roman"/>
                <w:sz w:val="24"/>
                <w:szCs w:val="24"/>
              </w:rPr>
              <w:t>173 741 982</w:t>
            </w:r>
          </w:p>
        </w:tc>
      </w:tr>
      <w:tr w:rsidR="000C5F2D" w:rsidRPr="00053E9B">
        <w:trPr>
          <w:trHeight w:val="315"/>
        </w:trPr>
        <w:tc>
          <w:tcPr>
            <w:tcW w:w="4540" w:type="dxa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E9B">
              <w:rPr>
                <w:rFonts w:ascii="Times New Roman" w:hAnsi="Times New Roman" w:cs="Times New Roman"/>
                <w:sz w:val="24"/>
                <w:szCs w:val="24"/>
              </w:rPr>
              <w:t>Výdavky celkom</w:t>
            </w:r>
          </w:p>
        </w:tc>
        <w:tc>
          <w:tcPr>
            <w:tcW w:w="1594" w:type="dxa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E9B">
              <w:rPr>
                <w:rFonts w:ascii="Times New Roman" w:hAnsi="Times New Roman" w:cs="Times New Roman"/>
                <w:sz w:val="24"/>
                <w:szCs w:val="24"/>
              </w:rPr>
              <w:t>173 741 982</w:t>
            </w:r>
          </w:p>
        </w:tc>
      </w:tr>
      <w:tr w:rsidR="000C5F2D" w:rsidRPr="00053E9B">
        <w:trPr>
          <w:trHeight w:val="315"/>
        </w:trPr>
        <w:tc>
          <w:tcPr>
            <w:tcW w:w="4540" w:type="dxa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E9B">
              <w:rPr>
                <w:rFonts w:ascii="Times New Roman" w:hAnsi="Times New Roman" w:cs="Times New Roman"/>
                <w:sz w:val="24"/>
                <w:szCs w:val="24"/>
              </w:rPr>
              <w:t xml:space="preserve">Rozdiel  </w:t>
            </w:r>
          </w:p>
        </w:tc>
        <w:tc>
          <w:tcPr>
            <w:tcW w:w="1594" w:type="dxa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E9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0</w:t>
            </w:r>
          </w:p>
        </w:tc>
      </w:tr>
      <w:tr w:rsidR="000C5F2D" w:rsidRPr="00053E9B">
        <w:trPr>
          <w:trHeight w:val="315"/>
        </w:trPr>
        <w:tc>
          <w:tcPr>
            <w:tcW w:w="4540" w:type="dxa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F2D" w:rsidRPr="00053E9B">
        <w:trPr>
          <w:trHeight w:val="315"/>
        </w:trPr>
        <w:tc>
          <w:tcPr>
            <w:tcW w:w="4540" w:type="dxa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E9B">
              <w:rPr>
                <w:rFonts w:ascii="Times New Roman" w:hAnsi="Times New Roman" w:cs="Times New Roman"/>
                <w:sz w:val="24"/>
                <w:szCs w:val="24"/>
              </w:rPr>
              <w:t>Bežný rozpočet</w:t>
            </w:r>
          </w:p>
        </w:tc>
        <w:tc>
          <w:tcPr>
            <w:tcW w:w="1594" w:type="dxa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F2D" w:rsidRPr="00053E9B">
        <w:trPr>
          <w:trHeight w:val="315"/>
        </w:trPr>
        <w:tc>
          <w:tcPr>
            <w:tcW w:w="4540" w:type="dxa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E9B">
              <w:rPr>
                <w:rFonts w:ascii="Times New Roman" w:hAnsi="Times New Roman" w:cs="Times New Roman"/>
                <w:sz w:val="24"/>
                <w:szCs w:val="24"/>
              </w:rPr>
              <w:t>Príjmy</w:t>
            </w:r>
          </w:p>
        </w:tc>
        <w:tc>
          <w:tcPr>
            <w:tcW w:w="1594" w:type="dxa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E9B">
              <w:rPr>
                <w:rFonts w:ascii="Times New Roman" w:hAnsi="Times New Roman" w:cs="Times New Roman"/>
                <w:sz w:val="24"/>
                <w:szCs w:val="24"/>
              </w:rPr>
              <w:t>141 764 176</w:t>
            </w:r>
          </w:p>
        </w:tc>
      </w:tr>
      <w:tr w:rsidR="000C5F2D" w:rsidRPr="00053E9B">
        <w:trPr>
          <w:trHeight w:val="315"/>
        </w:trPr>
        <w:tc>
          <w:tcPr>
            <w:tcW w:w="4540" w:type="dxa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E9B">
              <w:rPr>
                <w:rFonts w:ascii="Times New Roman" w:hAnsi="Times New Roman" w:cs="Times New Roman"/>
                <w:sz w:val="24"/>
                <w:szCs w:val="24"/>
              </w:rPr>
              <w:t>Výdavky</w:t>
            </w:r>
          </w:p>
        </w:tc>
        <w:tc>
          <w:tcPr>
            <w:tcW w:w="1594" w:type="dxa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E9B">
              <w:rPr>
                <w:rFonts w:ascii="Times New Roman" w:hAnsi="Times New Roman" w:cs="Times New Roman"/>
                <w:sz w:val="24"/>
                <w:szCs w:val="24"/>
              </w:rPr>
              <w:t>131 742 386</w:t>
            </w:r>
          </w:p>
        </w:tc>
      </w:tr>
      <w:tr w:rsidR="000C5F2D" w:rsidRPr="00053E9B">
        <w:trPr>
          <w:trHeight w:val="315"/>
        </w:trPr>
        <w:tc>
          <w:tcPr>
            <w:tcW w:w="4540" w:type="dxa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E9B">
              <w:rPr>
                <w:rFonts w:ascii="Times New Roman" w:hAnsi="Times New Roman" w:cs="Times New Roman"/>
                <w:sz w:val="24"/>
                <w:szCs w:val="24"/>
              </w:rPr>
              <w:t>Rozdiel – prebytok</w:t>
            </w:r>
          </w:p>
        </w:tc>
        <w:tc>
          <w:tcPr>
            <w:tcW w:w="1594" w:type="dxa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E9B">
              <w:rPr>
                <w:rFonts w:ascii="Times New Roman" w:hAnsi="Times New Roman" w:cs="Times New Roman"/>
                <w:sz w:val="24"/>
                <w:szCs w:val="24"/>
              </w:rPr>
              <w:t xml:space="preserve">  10 021 790</w:t>
            </w:r>
          </w:p>
        </w:tc>
      </w:tr>
      <w:tr w:rsidR="000C5F2D" w:rsidRPr="00053E9B">
        <w:trPr>
          <w:trHeight w:val="315"/>
        </w:trPr>
        <w:tc>
          <w:tcPr>
            <w:tcW w:w="4540" w:type="dxa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F2D" w:rsidRPr="00053E9B">
        <w:trPr>
          <w:trHeight w:val="315"/>
        </w:trPr>
        <w:tc>
          <w:tcPr>
            <w:tcW w:w="4540" w:type="dxa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E9B">
              <w:rPr>
                <w:rFonts w:ascii="Times New Roman" w:hAnsi="Times New Roman" w:cs="Times New Roman"/>
                <w:sz w:val="24"/>
                <w:szCs w:val="24"/>
              </w:rPr>
              <w:t>Kapitálový rozpočet</w:t>
            </w:r>
          </w:p>
        </w:tc>
        <w:tc>
          <w:tcPr>
            <w:tcW w:w="1594" w:type="dxa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F2D" w:rsidRPr="00053E9B">
        <w:trPr>
          <w:trHeight w:val="315"/>
        </w:trPr>
        <w:tc>
          <w:tcPr>
            <w:tcW w:w="4540" w:type="dxa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E9B">
              <w:rPr>
                <w:rFonts w:ascii="Times New Roman" w:hAnsi="Times New Roman" w:cs="Times New Roman"/>
                <w:sz w:val="24"/>
                <w:szCs w:val="24"/>
              </w:rPr>
              <w:t xml:space="preserve">Príjmy </w:t>
            </w:r>
          </w:p>
        </w:tc>
        <w:tc>
          <w:tcPr>
            <w:tcW w:w="1594" w:type="dxa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E9B">
              <w:rPr>
                <w:rFonts w:ascii="Times New Roman" w:hAnsi="Times New Roman" w:cs="Times New Roman"/>
                <w:sz w:val="24"/>
                <w:szCs w:val="24"/>
              </w:rPr>
              <w:t xml:space="preserve">  22 924 006</w:t>
            </w:r>
          </w:p>
        </w:tc>
      </w:tr>
      <w:tr w:rsidR="000C5F2D" w:rsidRPr="00053E9B">
        <w:trPr>
          <w:trHeight w:val="315"/>
        </w:trPr>
        <w:tc>
          <w:tcPr>
            <w:tcW w:w="4540" w:type="dxa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E9B">
              <w:rPr>
                <w:rFonts w:ascii="Times New Roman" w:hAnsi="Times New Roman" w:cs="Times New Roman"/>
                <w:sz w:val="24"/>
                <w:szCs w:val="24"/>
              </w:rPr>
              <w:t>Výdavky</w:t>
            </w:r>
          </w:p>
        </w:tc>
        <w:tc>
          <w:tcPr>
            <w:tcW w:w="1594" w:type="dxa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E9B">
              <w:rPr>
                <w:rFonts w:ascii="Times New Roman" w:hAnsi="Times New Roman" w:cs="Times New Roman"/>
                <w:sz w:val="24"/>
                <w:szCs w:val="24"/>
              </w:rPr>
              <w:t xml:space="preserve">  36 862 153</w:t>
            </w:r>
          </w:p>
        </w:tc>
      </w:tr>
      <w:tr w:rsidR="000C5F2D" w:rsidRPr="00053E9B">
        <w:trPr>
          <w:trHeight w:val="315"/>
        </w:trPr>
        <w:tc>
          <w:tcPr>
            <w:tcW w:w="4540" w:type="dxa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E9B">
              <w:rPr>
                <w:rFonts w:ascii="Times New Roman" w:hAnsi="Times New Roman" w:cs="Times New Roman"/>
                <w:sz w:val="24"/>
                <w:szCs w:val="24"/>
              </w:rPr>
              <w:t>Rozdiel – schodok</w:t>
            </w:r>
          </w:p>
        </w:tc>
        <w:tc>
          <w:tcPr>
            <w:tcW w:w="1594" w:type="dxa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E9B">
              <w:rPr>
                <w:rFonts w:ascii="Times New Roman" w:hAnsi="Times New Roman" w:cs="Times New Roman"/>
                <w:sz w:val="24"/>
                <w:szCs w:val="24"/>
              </w:rPr>
              <w:t>- 13 938 147</w:t>
            </w:r>
          </w:p>
        </w:tc>
      </w:tr>
      <w:tr w:rsidR="000C5F2D" w:rsidRPr="00053E9B">
        <w:trPr>
          <w:trHeight w:val="315"/>
        </w:trPr>
        <w:tc>
          <w:tcPr>
            <w:tcW w:w="4540" w:type="dxa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F2D" w:rsidRPr="00053E9B">
        <w:trPr>
          <w:trHeight w:val="315"/>
        </w:trPr>
        <w:tc>
          <w:tcPr>
            <w:tcW w:w="4540" w:type="dxa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E9B">
              <w:rPr>
                <w:rFonts w:ascii="Times New Roman" w:hAnsi="Times New Roman" w:cs="Times New Roman"/>
                <w:sz w:val="24"/>
                <w:szCs w:val="24"/>
              </w:rPr>
              <w:t>Finančné operácie</w:t>
            </w:r>
          </w:p>
        </w:tc>
        <w:tc>
          <w:tcPr>
            <w:tcW w:w="1594" w:type="dxa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F2D" w:rsidRPr="00053E9B">
        <w:trPr>
          <w:trHeight w:val="315"/>
        </w:trPr>
        <w:tc>
          <w:tcPr>
            <w:tcW w:w="4540" w:type="dxa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F2D" w:rsidRPr="00053E9B">
        <w:trPr>
          <w:trHeight w:val="315"/>
        </w:trPr>
        <w:tc>
          <w:tcPr>
            <w:tcW w:w="4540" w:type="dxa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E9B">
              <w:rPr>
                <w:rFonts w:ascii="Times New Roman" w:hAnsi="Times New Roman" w:cs="Times New Roman"/>
                <w:sz w:val="24"/>
                <w:szCs w:val="24"/>
              </w:rPr>
              <w:t xml:space="preserve">Príjmy </w:t>
            </w:r>
          </w:p>
        </w:tc>
        <w:tc>
          <w:tcPr>
            <w:tcW w:w="1594" w:type="dxa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E9B">
              <w:rPr>
                <w:rFonts w:ascii="Times New Roman" w:hAnsi="Times New Roman" w:cs="Times New Roman"/>
                <w:sz w:val="24"/>
                <w:szCs w:val="24"/>
              </w:rPr>
              <w:t>9 053 800</w:t>
            </w:r>
          </w:p>
        </w:tc>
      </w:tr>
      <w:tr w:rsidR="000C5F2D" w:rsidRPr="00053E9B">
        <w:trPr>
          <w:trHeight w:val="315"/>
        </w:trPr>
        <w:tc>
          <w:tcPr>
            <w:tcW w:w="4540" w:type="dxa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E9B">
              <w:rPr>
                <w:rFonts w:ascii="Times New Roman" w:hAnsi="Times New Roman" w:cs="Times New Roman"/>
                <w:sz w:val="24"/>
                <w:szCs w:val="24"/>
              </w:rPr>
              <w:t xml:space="preserve">Výdavky </w:t>
            </w:r>
          </w:p>
        </w:tc>
        <w:tc>
          <w:tcPr>
            <w:tcW w:w="1594" w:type="dxa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E9B">
              <w:rPr>
                <w:rFonts w:ascii="Times New Roman" w:hAnsi="Times New Roman" w:cs="Times New Roman"/>
                <w:sz w:val="24"/>
                <w:szCs w:val="24"/>
              </w:rPr>
              <w:t>5 137 443</w:t>
            </w:r>
          </w:p>
        </w:tc>
      </w:tr>
    </w:tbl>
    <w:p w:rsidR="000C5F2D" w:rsidRPr="00053E9B" w:rsidRDefault="000C5F2D" w:rsidP="008B016C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53E9B">
        <w:rPr>
          <w:rFonts w:ascii="Times New Roman" w:hAnsi="Times New Roman" w:cs="Times New Roman"/>
          <w:sz w:val="24"/>
          <w:szCs w:val="24"/>
        </w:rPr>
        <w:t xml:space="preserve"> Rozdiel – prebytok</w:t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  <w:t xml:space="preserve">      3 916 357       </w:t>
      </w:r>
    </w:p>
    <w:p w:rsidR="000C5F2D" w:rsidRPr="00053E9B" w:rsidRDefault="000C5F2D" w:rsidP="008B016C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0C5F2D" w:rsidRPr="00053E9B" w:rsidRDefault="000C5F2D" w:rsidP="008B016C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0C5F2D" w:rsidRPr="00053E9B" w:rsidRDefault="000C5F2D" w:rsidP="00053E9B">
      <w:pPr>
        <w:numPr>
          <w:ilvl w:val="0"/>
          <w:numId w:val="39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53E9B">
        <w:rPr>
          <w:rFonts w:ascii="Times New Roman" w:hAnsi="Times New Roman" w:cs="Times New Roman"/>
          <w:sz w:val="24"/>
          <w:szCs w:val="24"/>
        </w:rPr>
        <w:t>Rozdelenie podielu dane z príjmov fyzických osôb pre mestské časti nasledovne:</w:t>
      </w:r>
    </w:p>
    <w:p w:rsidR="000C5F2D" w:rsidRDefault="000C5F2D" w:rsidP="008B016C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0C5F2D" w:rsidRPr="00053E9B" w:rsidRDefault="000C5F2D" w:rsidP="008B016C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53E9B">
        <w:rPr>
          <w:rFonts w:ascii="Times New Roman" w:hAnsi="Times New Roman" w:cs="Times New Roman"/>
          <w:sz w:val="24"/>
          <w:szCs w:val="24"/>
        </w:rPr>
        <w:t>Mestská časť</w:t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  <w:t xml:space="preserve">           v €</w:t>
      </w:r>
    </w:p>
    <w:p w:rsidR="000C5F2D" w:rsidRPr="00053E9B" w:rsidRDefault="000C5F2D" w:rsidP="008B016C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53E9B">
        <w:rPr>
          <w:rFonts w:ascii="Times New Roman" w:hAnsi="Times New Roman" w:cs="Times New Roman"/>
          <w:sz w:val="24"/>
          <w:szCs w:val="24"/>
        </w:rPr>
        <w:t xml:space="preserve">Lorinčík </w:t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  <w:t xml:space="preserve">  64 914</w:t>
      </w:r>
    </w:p>
    <w:p w:rsidR="000C5F2D" w:rsidRPr="00053E9B" w:rsidRDefault="000C5F2D" w:rsidP="008B016C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53E9B">
        <w:rPr>
          <w:rFonts w:ascii="Times New Roman" w:hAnsi="Times New Roman" w:cs="Times New Roman"/>
          <w:sz w:val="24"/>
          <w:szCs w:val="24"/>
        </w:rPr>
        <w:t>Džungľa</w:t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  <w:t xml:space="preserve">  75 789</w:t>
      </w:r>
    </w:p>
    <w:p w:rsidR="000C5F2D" w:rsidRPr="00053E9B" w:rsidRDefault="000C5F2D" w:rsidP="008B016C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53E9B">
        <w:rPr>
          <w:rFonts w:ascii="Times New Roman" w:hAnsi="Times New Roman" w:cs="Times New Roman"/>
          <w:sz w:val="24"/>
          <w:szCs w:val="24"/>
        </w:rPr>
        <w:t>Šebastovce</w:t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  <w:t xml:space="preserve">  78 704</w:t>
      </w:r>
    </w:p>
    <w:p w:rsidR="000C5F2D" w:rsidRPr="00053E9B" w:rsidRDefault="000C5F2D" w:rsidP="008B016C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53E9B">
        <w:rPr>
          <w:rFonts w:ascii="Times New Roman" w:hAnsi="Times New Roman" w:cs="Times New Roman"/>
          <w:sz w:val="24"/>
          <w:szCs w:val="24"/>
        </w:rPr>
        <w:t>Kavečany</w:t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  <w:t>141 489</w:t>
      </w:r>
    </w:p>
    <w:p w:rsidR="000C5F2D" w:rsidRPr="00053E9B" w:rsidRDefault="000C5F2D" w:rsidP="008B016C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53E9B">
        <w:rPr>
          <w:rFonts w:ascii="Times New Roman" w:hAnsi="Times New Roman" w:cs="Times New Roman"/>
          <w:sz w:val="24"/>
          <w:szCs w:val="24"/>
        </w:rPr>
        <w:t>Poľov</w:t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  <w:t>127 362</w:t>
      </w:r>
    </w:p>
    <w:p w:rsidR="000C5F2D" w:rsidRPr="00053E9B" w:rsidRDefault="000C5F2D" w:rsidP="008B016C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53E9B">
        <w:rPr>
          <w:rFonts w:ascii="Times New Roman" w:hAnsi="Times New Roman" w:cs="Times New Roman"/>
          <w:sz w:val="24"/>
          <w:szCs w:val="24"/>
        </w:rPr>
        <w:t>Pereš</w:t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  <w:t>196 649</w:t>
      </w:r>
    </w:p>
    <w:p w:rsidR="000C5F2D" w:rsidRPr="00053E9B" w:rsidRDefault="000C5F2D" w:rsidP="008B016C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53E9B">
        <w:rPr>
          <w:rFonts w:ascii="Times New Roman" w:hAnsi="Times New Roman" w:cs="Times New Roman"/>
          <w:sz w:val="24"/>
          <w:szCs w:val="24"/>
        </w:rPr>
        <w:t>Vyšné Opátske</w:t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  <w:t>250 800</w:t>
      </w:r>
    </w:p>
    <w:p w:rsidR="000C5F2D" w:rsidRPr="00053E9B" w:rsidRDefault="000C5F2D" w:rsidP="00053E9B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53E9B">
        <w:rPr>
          <w:rFonts w:ascii="Times New Roman" w:hAnsi="Times New Roman" w:cs="Times New Roman"/>
          <w:sz w:val="24"/>
          <w:szCs w:val="24"/>
        </w:rPr>
        <w:t>Myslava</w:t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  <w:t>232 078</w:t>
      </w:r>
    </w:p>
    <w:p w:rsidR="000C5F2D" w:rsidRPr="00053E9B" w:rsidRDefault="000C5F2D" w:rsidP="008B016C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53E9B">
        <w:rPr>
          <w:rFonts w:ascii="Times New Roman" w:hAnsi="Times New Roman" w:cs="Times New Roman"/>
          <w:sz w:val="24"/>
          <w:szCs w:val="24"/>
        </w:rPr>
        <w:t>Ťahanovce</w:t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  <w:t>275 577</w:t>
      </w:r>
    </w:p>
    <w:p w:rsidR="000C5F2D" w:rsidRPr="00053E9B" w:rsidRDefault="000C5F2D" w:rsidP="008B016C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53E9B">
        <w:rPr>
          <w:rFonts w:ascii="Times New Roman" w:hAnsi="Times New Roman" w:cs="Times New Roman"/>
          <w:sz w:val="24"/>
          <w:szCs w:val="24"/>
        </w:rPr>
        <w:t>Košická Nová Ves</w:t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  <w:t>299 682</w:t>
      </w:r>
    </w:p>
    <w:p w:rsidR="000C5F2D" w:rsidRPr="00053E9B" w:rsidRDefault="000C5F2D" w:rsidP="008B016C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53E9B">
        <w:rPr>
          <w:rFonts w:ascii="Times New Roman" w:hAnsi="Times New Roman" w:cs="Times New Roman"/>
          <w:sz w:val="24"/>
          <w:szCs w:val="24"/>
        </w:rPr>
        <w:t>Barca</w:t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  <w:t>390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053E9B">
        <w:rPr>
          <w:rFonts w:ascii="Times New Roman" w:hAnsi="Times New Roman" w:cs="Times New Roman"/>
          <w:sz w:val="24"/>
          <w:szCs w:val="24"/>
        </w:rPr>
        <w:t>271</w:t>
      </w:r>
    </w:p>
    <w:p w:rsidR="000C5F2D" w:rsidRPr="00053E9B" w:rsidRDefault="000C5F2D" w:rsidP="008B016C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53E9B">
        <w:rPr>
          <w:rFonts w:ascii="Times New Roman" w:hAnsi="Times New Roman" w:cs="Times New Roman"/>
          <w:sz w:val="24"/>
          <w:szCs w:val="24"/>
        </w:rPr>
        <w:t>Krásna</w:t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  <w:t>546 446</w:t>
      </w:r>
    </w:p>
    <w:p w:rsidR="000C5F2D" w:rsidRPr="00053E9B" w:rsidRDefault="000C5F2D" w:rsidP="008B016C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53E9B">
        <w:rPr>
          <w:rFonts w:ascii="Times New Roman" w:hAnsi="Times New Roman" w:cs="Times New Roman"/>
          <w:sz w:val="24"/>
          <w:szCs w:val="24"/>
        </w:rPr>
        <w:t>Šaca</w:t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  <w:t>639 501</w:t>
      </w:r>
    </w:p>
    <w:p w:rsidR="000C5F2D" w:rsidRPr="00053E9B" w:rsidRDefault="000C5F2D" w:rsidP="008B016C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53E9B">
        <w:rPr>
          <w:rFonts w:ascii="Times New Roman" w:hAnsi="Times New Roman" w:cs="Times New Roman"/>
          <w:sz w:val="24"/>
          <w:szCs w:val="24"/>
        </w:rPr>
        <w:t>Luník IX</w:t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  <w:t>239 019</w:t>
      </w:r>
    </w:p>
    <w:p w:rsidR="000C5F2D" w:rsidRPr="00053E9B" w:rsidRDefault="000C5F2D" w:rsidP="008B016C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53E9B">
        <w:rPr>
          <w:rFonts w:ascii="Times New Roman" w:hAnsi="Times New Roman" w:cs="Times New Roman"/>
          <w:sz w:val="24"/>
          <w:szCs w:val="24"/>
        </w:rPr>
        <w:t>Sever</w:t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  <w:t>502 635</w:t>
      </w:r>
    </w:p>
    <w:p w:rsidR="000C5F2D" w:rsidRPr="00053E9B" w:rsidRDefault="000C5F2D" w:rsidP="008B016C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53E9B">
        <w:rPr>
          <w:rFonts w:ascii="Times New Roman" w:hAnsi="Times New Roman" w:cs="Times New Roman"/>
          <w:sz w:val="24"/>
          <w:szCs w:val="24"/>
        </w:rPr>
        <w:t>Staré Mesto</w:t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  <w:t>507 032</w:t>
      </w:r>
    </w:p>
    <w:p w:rsidR="000C5F2D" w:rsidRPr="00053E9B" w:rsidRDefault="000C5F2D" w:rsidP="008B016C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53E9B">
        <w:rPr>
          <w:rFonts w:ascii="Times New Roman" w:hAnsi="Times New Roman" w:cs="Times New Roman"/>
          <w:sz w:val="24"/>
          <w:szCs w:val="24"/>
        </w:rPr>
        <w:t>Sídl. Ťahanovce</w:t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  <w:t>566 712</w:t>
      </w:r>
    </w:p>
    <w:p w:rsidR="000C5F2D" w:rsidRPr="00053E9B" w:rsidRDefault="000C5F2D" w:rsidP="008B016C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53E9B">
        <w:rPr>
          <w:rFonts w:ascii="Times New Roman" w:hAnsi="Times New Roman" w:cs="Times New Roman"/>
          <w:sz w:val="24"/>
          <w:szCs w:val="24"/>
        </w:rPr>
        <w:t>Juh</w:t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  <w:t>573 943</w:t>
      </w:r>
    </w:p>
    <w:p w:rsidR="000C5F2D" w:rsidRPr="00053E9B" w:rsidRDefault="000C5F2D" w:rsidP="008B016C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53E9B">
        <w:rPr>
          <w:rFonts w:ascii="Times New Roman" w:hAnsi="Times New Roman" w:cs="Times New Roman"/>
          <w:sz w:val="24"/>
          <w:szCs w:val="24"/>
        </w:rPr>
        <w:t>Nad jazerom</w:t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  <w:t>629 473</w:t>
      </w:r>
    </w:p>
    <w:p w:rsidR="000C5F2D" w:rsidRPr="00053E9B" w:rsidRDefault="000C5F2D" w:rsidP="008B016C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53E9B">
        <w:rPr>
          <w:rFonts w:ascii="Times New Roman" w:hAnsi="Times New Roman" w:cs="Times New Roman"/>
          <w:sz w:val="24"/>
          <w:szCs w:val="24"/>
        </w:rPr>
        <w:t>Sídlisko KVP</w:t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  <w:t>794 699</w:t>
      </w:r>
    </w:p>
    <w:p w:rsidR="000C5F2D" w:rsidRPr="00053E9B" w:rsidRDefault="000C5F2D" w:rsidP="008B016C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53E9B">
        <w:rPr>
          <w:rFonts w:ascii="Times New Roman" w:hAnsi="Times New Roman" w:cs="Times New Roman"/>
          <w:sz w:val="24"/>
          <w:szCs w:val="24"/>
        </w:rPr>
        <w:t>Darg. hrdinov</w:t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  <w:t>729 093</w:t>
      </w:r>
    </w:p>
    <w:p w:rsidR="000C5F2D" w:rsidRPr="00053E9B" w:rsidRDefault="000C5F2D" w:rsidP="008B016C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53E9B">
        <w:rPr>
          <w:rFonts w:ascii="Times New Roman" w:hAnsi="Times New Roman" w:cs="Times New Roman"/>
          <w:sz w:val="24"/>
          <w:szCs w:val="24"/>
        </w:rPr>
        <w:t>Západ</w:t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  <w:t xml:space="preserve">        1 004 251</w:t>
      </w:r>
    </w:p>
    <w:p w:rsidR="000C5F2D" w:rsidRPr="00053E9B" w:rsidRDefault="000C5F2D" w:rsidP="008B016C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0C5F2D" w:rsidRPr="00053E9B" w:rsidRDefault="000C5F2D" w:rsidP="008B016C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0C5F2D" w:rsidRDefault="000C5F2D" w:rsidP="00433583">
      <w:pPr>
        <w:numPr>
          <w:ilvl w:val="0"/>
          <w:numId w:val="39"/>
        </w:numPr>
        <w:overflowPunct w:val="0"/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53E9B">
        <w:rPr>
          <w:rFonts w:ascii="Times New Roman" w:hAnsi="Times New Roman" w:cs="Times New Roman"/>
          <w:sz w:val="24"/>
          <w:szCs w:val="24"/>
        </w:rPr>
        <w:t>Rozdelenie účelových finančných prostriedkov pre mestské časti nasledovne:</w:t>
      </w:r>
    </w:p>
    <w:p w:rsidR="000C5F2D" w:rsidRPr="00053E9B" w:rsidRDefault="000C5F2D" w:rsidP="00433583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0C5F2D" w:rsidRPr="00053E9B" w:rsidRDefault="000C5F2D" w:rsidP="008B016C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53E9B">
        <w:rPr>
          <w:rFonts w:ascii="Times New Roman" w:hAnsi="Times New Roman" w:cs="Times New Roman"/>
          <w:sz w:val="24"/>
          <w:szCs w:val="24"/>
        </w:rPr>
        <w:t>a) opatrovateľská služba vo výške</w:t>
      </w:r>
      <w:r w:rsidRPr="00053E9B">
        <w:rPr>
          <w:rFonts w:ascii="Times New Roman" w:hAnsi="Times New Roman" w:cs="Times New Roman"/>
          <w:sz w:val="24"/>
          <w:szCs w:val="24"/>
        </w:rPr>
        <w:tab/>
        <w:t xml:space="preserve">    815 500 €</w:t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  <w:t>106 500 €</w:t>
      </w:r>
    </w:p>
    <w:p w:rsidR="000C5F2D" w:rsidRPr="00053E9B" w:rsidRDefault="000C5F2D" w:rsidP="008B016C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53E9B">
        <w:rPr>
          <w:rFonts w:ascii="Times New Roman" w:hAnsi="Times New Roman" w:cs="Times New Roman"/>
          <w:sz w:val="24"/>
          <w:szCs w:val="24"/>
        </w:rPr>
        <w:t xml:space="preserve">    pre: </w:t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  <w:t xml:space="preserve">    terénna služba</w:t>
      </w:r>
      <w:r w:rsidRPr="00053E9B">
        <w:rPr>
          <w:rFonts w:ascii="Times New Roman" w:hAnsi="Times New Roman" w:cs="Times New Roman"/>
          <w:sz w:val="24"/>
          <w:szCs w:val="24"/>
        </w:rPr>
        <w:tab/>
        <w:t>zariadenia opatrovateľskej služby</w:t>
      </w:r>
    </w:p>
    <w:p w:rsidR="000C5F2D" w:rsidRPr="00053E9B" w:rsidRDefault="000C5F2D" w:rsidP="008B016C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53E9B">
        <w:rPr>
          <w:rFonts w:ascii="Times New Roman" w:hAnsi="Times New Roman" w:cs="Times New Roman"/>
          <w:sz w:val="24"/>
          <w:szCs w:val="24"/>
        </w:rPr>
        <w:t>MČ Dargovských hrdinov</w:t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  <w:t xml:space="preserve">    113 821 €</w:t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  <w:t xml:space="preserve">      -</w:t>
      </w:r>
    </w:p>
    <w:p w:rsidR="000C5F2D" w:rsidRPr="00053E9B" w:rsidRDefault="000C5F2D" w:rsidP="008B016C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53E9B">
        <w:rPr>
          <w:rFonts w:ascii="Times New Roman" w:hAnsi="Times New Roman" w:cs="Times New Roman"/>
          <w:sz w:val="24"/>
          <w:szCs w:val="24"/>
        </w:rPr>
        <w:t>MČ Sever</w:t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  <w:t xml:space="preserve">    371 128 €</w:t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  <w:t xml:space="preserve">  35 500 €</w:t>
      </w:r>
    </w:p>
    <w:p w:rsidR="000C5F2D" w:rsidRPr="00053E9B" w:rsidRDefault="000C5F2D" w:rsidP="008B016C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53E9B">
        <w:rPr>
          <w:rFonts w:ascii="Times New Roman" w:hAnsi="Times New Roman" w:cs="Times New Roman"/>
          <w:sz w:val="24"/>
          <w:szCs w:val="24"/>
        </w:rPr>
        <w:t>MČ Juh</w:t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  <w:t xml:space="preserve">    262 244 €</w:t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  <w:t xml:space="preserve">  35 500 €</w:t>
      </w:r>
    </w:p>
    <w:p w:rsidR="000C5F2D" w:rsidRPr="00053E9B" w:rsidRDefault="000C5F2D" w:rsidP="008B016C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53E9B">
        <w:rPr>
          <w:rFonts w:ascii="Times New Roman" w:hAnsi="Times New Roman" w:cs="Times New Roman"/>
          <w:sz w:val="24"/>
          <w:szCs w:val="24"/>
        </w:rPr>
        <w:t>MČ Západ</w:t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  <w:t xml:space="preserve">      68 307 € </w:t>
      </w:r>
      <w:r w:rsidRPr="00053E9B">
        <w:rPr>
          <w:rFonts w:ascii="Times New Roman" w:hAnsi="Times New Roman" w:cs="Times New Roman"/>
          <w:sz w:val="24"/>
          <w:szCs w:val="24"/>
        </w:rPr>
        <w:tab/>
        <w:t xml:space="preserve">             35 500 €</w:t>
      </w:r>
    </w:p>
    <w:p w:rsidR="000C5F2D" w:rsidRPr="00053E9B" w:rsidRDefault="000C5F2D" w:rsidP="008B016C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0C5F2D" w:rsidRPr="00053E9B" w:rsidRDefault="000C5F2D" w:rsidP="008B016C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53E9B">
        <w:rPr>
          <w:rFonts w:ascii="Times New Roman" w:hAnsi="Times New Roman" w:cs="Times New Roman"/>
          <w:sz w:val="24"/>
          <w:szCs w:val="24"/>
        </w:rPr>
        <w:t>b) účelové prostriedky na bežné výdavky vo výške</w:t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  <w:t xml:space="preserve">410 000 €  </w:t>
      </w:r>
    </w:p>
    <w:p w:rsidR="000C5F2D" w:rsidRPr="00053E9B" w:rsidRDefault="000C5F2D" w:rsidP="008B016C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53E9B">
        <w:rPr>
          <w:rFonts w:ascii="Times New Roman" w:hAnsi="Times New Roman" w:cs="Times New Roman"/>
          <w:sz w:val="24"/>
          <w:szCs w:val="24"/>
        </w:rPr>
        <w:t xml:space="preserve">    pre:</w:t>
      </w:r>
    </w:p>
    <w:p w:rsidR="000C5F2D" w:rsidRPr="00053E9B" w:rsidRDefault="000C5F2D" w:rsidP="008B016C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53E9B">
        <w:rPr>
          <w:rFonts w:ascii="Times New Roman" w:hAnsi="Times New Roman" w:cs="Times New Roman"/>
          <w:sz w:val="24"/>
          <w:szCs w:val="24"/>
        </w:rPr>
        <w:t>MČ Juh</w:t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  <w:t>210 000 €</w:t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</w:r>
    </w:p>
    <w:p w:rsidR="000C5F2D" w:rsidRPr="00053E9B" w:rsidRDefault="000C5F2D" w:rsidP="008B016C">
      <w:pPr>
        <w:overflowPunct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3E9B">
        <w:rPr>
          <w:rFonts w:ascii="Times New Roman" w:hAnsi="Times New Roman" w:cs="Times New Roman"/>
          <w:sz w:val="24"/>
          <w:szCs w:val="24"/>
        </w:rPr>
        <w:t>-    športovo-zábavný areál ul. Alejová</w:t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</w:r>
    </w:p>
    <w:p w:rsidR="000C5F2D" w:rsidRPr="00053E9B" w:rsidRDefault="000C5F2D" w:rsidP="008B016C">
      <w:pPr>
        <w:overflowPunct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3E9B">
        <w:rPr>
          <w:rFonts w:ascii="Times New Roman" w:hAnsi="Times New Roman" w:cs="Times New Roman"/>
          <w:sz w:val="24"/>
          <w:szCs w:val="24"/>
        </w:rPr>
        <w:t xml:space="preserve">-    spoločensko-relaxačné centrum ul. Milosrdenstva    </w:t>
      </w:r>
      <w:r w:rsidRPr="00053E9B">
        <w:rPr>
          <w:rFonts w:ascii="Times New Roman" w:hAnsi="Times New Roman" w:cs="Times New Roman"/>
          <w:sz w:val="24"/>
          <w:szCs w:val="24"/>
        </w:rPr>
        <w:tab/>
        <w:t xml:space="preserve">   </w:t>
      </w:r>
    </w:p>
    <w:p w:rsidR="000C5F2D" w:rsidRPr="00053E9B" w:rsidRDefault="000C5F2D" w:rsidP="008B016C">
      <w:pPr>
        <w:overflowPunct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3E9B">
        <w:rPr>
          <w:rFonts w:ascii="Times New Roman" w:hAnsi="Times New Roman" w:cs="Times New Roman"/>
          <w:sz w:val="24"/>
          <w:szCs w:val="24"/>
        </w:rPr>
        <w:t xml:space="preserve">-    stredisko verejnoprospešných služieb  </w:t>
      </w:r>
      <w:r w:rsidRPr="00053E9B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Pr="00053E9B">
        <w:rPr>
          <w:rFonts w:ascii="Times New Roman" w:hAnsi="Times New Roman" w:cs="Times New Roman"/>
          <w:sz w:val="24"/>
          <w:szCs w:val="24"/>
        </w:rPr>
        <w:tab/>
        <w:t xml:space="preserve">   </w:t>
      </w:r>
    </w:p>
    <w:p w:rsidR="000C5F2D" w:rsidRPr="00053E9B" w:rsidRDefault="000C5F2D" w:rsidP="008B016C">
      <w:pPr>
        <w:overflowPunct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3E9B">
        <w:rPr>
          <w:rFonts w:ascii="Times New Roman" w:hAnsi="Times New Roman" w:cs="Times New Roman"/>
          <w:sz w:val="24"/>
          <w:szCs w:val="24"/>
        </w:rPr>
        <w:t>-    kúpalisko Triton</w:t>
      </w:r>
    </w:p>
    <w:p w:rsidR="000C5F2D" w:rsidRPr="00053E9B" w:rsidRDefault="000C5F2D" w:rsidP="008B016C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53E9B">
        <w:rPr>
          <w:rFonts w:ascii="Times New Roman" w:hAnsi="Times New Roman" w:cs="Times New Roman"/>
          <w:sz w:val="24"/>
          <w:szCs w:val="24"/>
        </w:rPr>
        <w:t>MČ Staré Mesto</w:t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  <w:t xml:space="preserve">200 000 €  </w:t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</w:r>
    </w:p>
    <w:p w:rsidR="000C5F2D" w:rsidRPr="00053E9B" w:rsidRDefault="000C5F2D" w:rsidP="008B016C">
      <w:pPr>
        <w:overflowPunct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3E9B">
        <w:rPr>
          <w:rFonts w:ascii="Times New Roman" w:hAnsi="Times New Roman" w:cs="Times New Roman"/>
          <w:sz w:val="24"/>
          <w:szCs w:val="24"/>
        </w:rPr>
        <w:t>-    prevádzka krytej plavárne</w:t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  <w:t xml:space="preserve">   </w:t>
      </w:r>
    </w:p>
    <w:p w:rsidR="000C5F2D" w:rsidRPr="00053E9B" w:rsidRDefault="000C5F2D" w:rsidP="008B016C">
      <w:pPr>
        <w:overflowPunct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3E9B">
        <w:rPr>
          <w:rFonts w:ascii="Times New Roman" w:hAnsi="Times New Roman" w:cs="Times New Roman"/>
          <w:sz w:val="24"/>
          <w:szCs w:val="24"/>
        </w:rPr>
        <w:t>-   Múzeum V. Löfflera</w:t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  <w:t xml:space="preserve">                         </w:t>
      </w:r>
    </w:p>
    <w:p w:rsidR="000C5F2D" w:rsidRPr="00053E9B" w:rsidRDefault="000C5F2D" w:rsidP="008B016C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0C5F2D" w:rsidRPr="00053E9B" w:rsidRDefault="000C5F2D" w:rsidP="00433583">
      <w:pPr>
        <w:overflowPunct w:val="0"/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53E9B">
        <w:rPr>
          <w:rFonts w:ascii="Times New Roman" w:hAnsi="Times New Roman" w:cs="Times New Roman"/>
          <w:sz w:val="24"/>
          <w:szCs w:val="24"/>
        </w:rPr>
        <w:t xml:space="preserve">c) účelový príspevok na stravovanie dôchodcov formou transferu pre jednotlivé mestské časti, výška príspevku na jeden obed v závislosti od priznaného dôchodku je: </w:t>
      </w:r>
    </w:p>
    <w:p w:rsidR="000C5F2D" w:rsidRPr="00053E9B" w:rsidRDefault="000C5F2D" w:rsidP="008B016C">
      <w:pPr>
        <w:overflowPunct w:val="0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3E9B">
        <w:rPr>
          <w:rFonts w:ascii="Times New Roman" w:hAnsi="Times New Roman" w:cs="Times New Roman"/>
          <w:sz w:val="24"/>
          <w:szCs w:val="24"/>
        </w:rPr>
        <w:t>do 270,00 €</w:t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  <w:t>0,83 €</w:t>
      </w:r>
    </w:p>
    <w:p w:rsidR="000C5F2D" w:rsidRPr="00053E9B" w:rsidRDefault="000C5F2D" w:rsidP="008B016C">
      <w:pPr>
        <w:overflowPunct w:val="0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3E9B">
        <w:rPr>
          <w:rFonts w:ascii="Times New Roman" w:hAnsi="Times New Roman" w:cs="Times New Roman"/>
          <w:sz w:val="24"/>
          <w:szCs w:val="24"/>
        </w:rPr>
        <w:t>od 270,01 € do 370,00 €</w:t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  <w:t>0,66 €</w:t>
      </w:r>
    </w:p>
    <w:p w:rsidR="000C5F2D" w:rsidRPr="00053E9B" w:rsidRDefault="000C5F2D" w:rsidP="008B016C">
      <w:pPr>
        <w:overflowPunct w:val="0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3E9B">
        <w:rPr>
          <w:rFonts w:ascii="Times New Roman" w:hAnsi="Times New Roman" w:cs="Times New Roman"/>
          <w:sz w:val="24"/>
          <w:szCs w:val="24"/>
        </w:rPr>
        <w:t>od 370,01 €</w:t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  <w:t xml:space="preserve">     0 €</w:t>
      </w:r>
    </w:p>
    <w:p w:rsidR="000C5F2D" w:rsidRPr="00053E9B" w:rsidRDefault="000C5F2D" w:rsidP="008B016C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0C5F2D" w:rsidRPr="00053E9B" w:rsidRDefault="000C5F2D" w:rsidP="00433583">
      <w:pPr>
        <w:overflowPunct w:val="0"/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53E9B">
        <w:rPr>
          <w:rFonts w:ascii="Times New Roman" w:hAnsi="Times New Roman" w:cs="Times New Roman"/>
          <w:sz w:val="24"/>
          <w:szCs w:val="24"/>
        </w:rPr>
        <w:t xml:space="preserve">d) účelové finančné prostriedky pre jednotlivé mestské časti na verejnoprospešné služby a investičné akcie:    </w:t>
      </w:r>
    </w:p>
    <w:p w:rsidR="000C5F2D" w:rsidRPr="00053E9B" w:rsidRDefault="000C5F2D" w:rsidP="008B016C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53E9B">
        <w:rPr>
          <w:rFonts w:ascii="Times New Roman" w:hAnsi="Times New Roman" w:cs="Times New Roman"/>
          <w:sz w:val="24"/>
          <w:szCs w:val="24"/>
        </w:rPr>
        <w:t>10 000 € pre MČ – Barca, Džungľa, Kavečany, Lorinčík, Vyšné Opátske, Košická Nová Ves, Krásna, Myslava, Pereš, Poľov, Šebastovce, Šaca, Ťahanovce, Luník IX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3E9B">
        <w:rPr>
          <w:rFonts w:ascii="Times New Roman" w:hAnsi="Times New Roman" w:cs="Times New Roman"/>
          <w:sz w:val="24"/>
          <w:szCs w:val="24"/>
        </w:rPr>
        <w:t xml:space="preserve">30 000 € pre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053E9B">
        <w:rPr>
          <w:rFonts w:ascii="Times New Roman" w:hAnsi="Times New Roman" w:cs="Times New Roman"/>
          <w:sz w:val="24"/>
          <w:szCs w:val="24"/>
        </w:rPr>
        <w:t xml:space="preserve">MČ – Dargovských hrdinov, Juh, Nad jazerom, Staré Mesto, Západ, Sídlisko Ťahanovce, Sever, Sídlisko KVP. </w:t>
      </w:r>
    </w:p>
    <w:p w:rsidR="000C5F2D" w:rsidRPr="00053E9B" w:rsidRDefault="000C5F2D" w:rsidP="008B016C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53E9B">
        <w:rPr>
          <w:rFonts w:ascii="Times New Roman" w:hAnsi="Times New Roman" w:cs="Times New Roman"/>
          <w:sz w:val="24"/>
          <w:szCs w:val="24"/>
        </w:rPr>
        <w:t>Finančné prostriedky budú prerozdeľované na základe žiadostí mestských častí s uvedením účelu použitia a po akceptácii. Poukazované budú priebežne po predložení vyúčtovania formou faktúr a iných daňových dokladov.</w:t>
      </w:r>
    </w:p>
    <w:p w:rsidR="000C5F2D" w:rsidRPr="00053E9B" w:rsidRDefault="000C5F2D" w:rsidP="008B016C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0C5F2D" w:rsidRPr="00053E9B" w:rsidRDefault="000C5F2D" w:rsidP="008B016C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53E9B">
        <w:rPr>
          <w:rFonts w:ascii="Times New Roman" w:hAnsi="Times New Roman" w:cs="Times New Roman"/>
          <w:sz w:val="24"/>
          <w:szCs w:val="24"/>
        </w:rPr>
        <w:t>e) účelové finančné prostriedky pre jednotlivé mestské časti na športové akcie:</w:t>
      </w:r>
    </w:p>
    <w:p w:rsidR="000C5F2D" w:rsidRPr="00053E9B" w:rsidRDefault="000C5F2D" w:rsidP="008B016C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53E9B">
        <w:rPr>
          <w:rFonts w:ascii="Times New Roman" w:hAnsi="Times New Roman" w:cs="Times New Roman"/>
          <w:sz w:val="24"/>
          <w:szCs w:val="24"/>
        </w:rPr>
        <w:t>5 000 € pre MČ – Barca, Džungľa, Kavečany, Lorinčík, Vyšné Opátske, Košická Nová Ves, Krásna, Myslava, Pereš, Poľov, Šebastovce, Šaca, Ťahanovce a</w:t>
      </w:r>
    </w:p>
    <w:p w:rsidR="000C5F2D" w:rsidRPr="00053E9B" w:rsidRDefault="000C5F2D" w:rsidP="008B016C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53E9B">
        <w:rPr>
          <w:rFonts w:ascii="Times New Roman" w:hAnsi="Times New Roman" w:cs="Times New Roman"/>
          <w:sz w:val="24"/>
          <w:szCs w:val="24"/>
        </w:rPr>
        <w:t>10 000 € pre MČ – Dargovských hrdinov, Juh, Nad jazerom, Staré Mesto, Západ, Sídlisko Ťahanovce, Sever, Sídlisko KVP.</w:t>
      </w:r>
    </w:p>
    <w:p w:rsidR="000C5F2D" w:rsidRPr="00053E9B" w:rsidRDefault="000C5F2D" w:rsidP="008B016C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53E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5F2D" w:rsidRDefault="000C5F2D" w:rsidP="008B016C">
      <w:pPr>
        <w:numPr>
          <w:ilvl w:val="0"/>
          <w:numId w:val="38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53E9B">
        <w:rPr>
          <w:rFonts w:ascii="Times New Roman" w:hAnsi="Times New Roman" w:cs="Times New Roman"/>
          <w:sz w:val="24"/>
          <w:szCs w:val="24"/>
        </w:rPr>
        <w:t xml:space="preserve">Použitie finančných prostriedkov vyplývajúcich z regulatívov v rozpočtoch mestských častí s účelovým určením na verejnoprospešné práce (zeleň, komunikácie, verejné osvetlenie, zimná údržba) na území príslušnej mestskej časti alebo na údržbu majetku zvereného mestom do správy MČ. </w:t>
      </w:r>
    </w:p>
    <w:p w:rsidR="000C5F2D" w:rsidRPr="00053E9B" w:rsidRDefault="000C5F2D" w:rsidP="00433583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0C5F2D" w:rsidRPr="00053E9B" w:rsidRDefault="000C5F2D" w:rsidP="008B016C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53E9B">
        <w:rPr>
          <w:rFonts w:ascii="Times New Roman" w:hAnsi="Times New Roman" w:cs="Times New Roman"/>
          <w:sz w:val="24"/>
          <w:szCs w:val="24"/>
        </w:rPr>
        <w:t>Všetky schválené účelové finančné prostriedky pre mestské časti a odvody z regulatívov podliehajú finančnému zúčtovaniu v rozpočtovom roku.</w:t>
      </w:r>
    </w:p>
    <w:p w:rsidR="000C5F2D" w:rsidRPr="00053E9B" w:rsidRDefault="000C5F2D" w:rsidP="008B016C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0C5F2D" w:rsidRPr="00053E9B" w:rsidRDefault="000C5F2D" w:rsidP="008B016C">
      <w:pPr>
        <w:numPr>
          <w:ilvl w:val="0"/>
          <w:numId w:val="38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53E9B">
        <w:rPr>
          <w:rFonts w:ascii="Times New Roman" w:hAnsi="Times New Roman" w:cs="Times New Roman"/>
          <w:sz w:val="24"/>
          <w:szCs w:val="24"/>
        </w:rPr>
        <w:t>Dotácie v zmysle VZN mesta Košice č. 76 pre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3E9B">
        <w:rPr>
          <w:rFonts w:ascii="Times New Roman" w:hAnsi="Times New Roman" w:cs="Times New Roman"/>
          <w:sz w:val="24"/>
          <w:szCs w:val="24"/>
        </w:rPr>
        <w:t>:</w:t>
      </w:r>
    </w:p>
    <w:p w:rsidR="000C5F2D" w:rsidRPr="00053E9B" w:rsidRDefault="000C5F2D" w:rsidP="008B016C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0C5F2D" w:rsidRPr="00053E9B" w:rsidRDefault="000C5F2D" w:rsidP="008B016C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53E9B">
        <w:rPr>
          <w:rFonts w:ascii="Times New Roman" w:hAnsi="Times New Roman" w:cs="Times New Roman"/>
          <w:sz w:val="24"/>
          <w:szCs w:val="24"/>
        </w:rPr>
        <w:t>Klub národnostných menšín a Pamätná izba Sándora Máraiho za účelom zabezpečenia aktivít všetkých národnostných menšín, ktoré pôsobia v meste Košice vo výške 3 000 €,</w:t>
      </w:r>
    </w:p>
    <w:p w:rsidR="000C5F2D" w:rsidRPr="00053E9B" w:rsidRDefault="000C5F2D" w:rsidP="008B016C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0C5F2D" w:rsidRPr="00053E9B" w:rsidRDefault="000C5F2D" w:rsidP="008B016C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53E9B">
        <w:rPr>
          <w:rFonts w:ascii="Times New Roman" w:hAnsi="Times New Roman" w:cs="Times New Roman"/>
          <w:sz w:val="24"/>
          <w:szCs w:val="24"/>
        </w:rPr>
        <w:t xml:space="preserve">Ekumenické spoločenstvo cirkví a náboženských spoločností na území mesta Košice za účelom zabezpečenia aktivít v oblasti ekumenizmu a duchovného rozvoja v spolupráci so všetkými cirkvami a náboženskými spoločnosťami na území mesta Košice vo výške 4 000 €, </w:t>
      </w:r>
    </w:p>
    <w:p w:rsidR="000C5F2D" w:rsidRPr="00053E9B" w:rsidRDefault="000C5F2D" w:rsidP="008B016C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0C5F2D" w:rsidRPr="00053E9B" w:rsidRDefault="000C5F2D" w:rsidP="008B016C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53E9B">
        <w:rPr>
          <w:rFonts w:ascii="Times New Roman" w:hAnsi="Times New Roman" w:cs="Times New Roman"/>
          <w:sz w:val="24"/>
          <w:szCs w:val="24"/>
        </w:rPr>
        <w:t>Staromestské divadlo Petra Raševa za účelom zabezpečenia aktivít projektu „Imaginácie 2016“ vo výške 20 000 €,</w:t>
      </w:r>
    </w:p>
    <w:p w:rsidR="000C5F2D" w:rsidRPr="00053E9B" w:rsidRDefault="000C5F2D" w:rsidP="008B016C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0C5F2D" w:rsidRPr="00053E9B" w:rsidRDefault="000C5F2D" w:rsidP="008B016C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53E9B">
        <w:rPr>
          <w:rFonts w:ascii="Times New Roman" w:hAnsi="Times New Roman" w:cs="Times New Roman"/>
          <w:sz w:val="24"/>
          <w:szCs w:val="24"/>
        </w:rPr>
        <w:t xml:space="preserve">FC VSS Košice, a.s. za účelom podpory mládežníckeho futbalu v Košiciach vo výške </w:t>
      </w:r>
      <w:r w:rsidRPr="00053E9B">
        <w:rPr>
          <w:rFonts w:ascii="Times New Roman" w:hAnsi="Times New Roman" w:cs="Times New Roman"/>
          <w:sz w:val="24"/>
          <w:szCs w:val="24"/>
        </w:rPr>
        <w:br/>
        <w:t xml:space="preserve">300 000 €, </w:t>
      </w:r>
    </w:p>
    <w:p w:rsidR="000C5F2D" w:rsidRPr="00053E9B" w:rsidRDefault="000C5F2D" w:rsidP="008B016C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0C5F2D" w:rsidRPr="00053E9B" w:rsidRDefault="000C5F2D" w:rsidP="008B016C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53E9B">
        <w:rPr>
          <w:rFonts w:ascii="Times New Roman" w:hAnsi="Times New Roman" w:cs="Times New Roman"/>
          <w:sz w:val="24"/>
          <w:szCs w:val="24"/>
        </w:rPr>
        <w:t>GOOD ANGELS, s.r.o. za účelom prezentácie mesta Košice v rámci projektu „Európske mesto športu 2016“ a zabezpečenia prípravy basketbalového klubu GOOD ANGELS Košice v európskej klubovej súťaži Euroleague women vo výške  30 000 €,</w:t>
      </w:r>
    </w:p>
    <w:p w:rsidR="000C5F2D" w:rsidRPr="00053E9B" w:rsidRDefault="000C5F2D" w:rsidP="008B016C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0C5F2D" w:rsidRPr="00053E9B" w:rsidRDefault="000C5F2D" w:rsidP="008B016C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53E9B">
        <w:rPr>
          <w:rFonts w:ascii="Times New Roman" w:hAnsi="Times New Roman" w:cs="Times New Roman"/>
          <w:sz w:val="24"/>
          <w:szCs w:val="24"/>
        </w:rPr>
        <w:t>HC Košice, s.r.o. za účelom prezentácie mesta Košice v rámci projektu „Európske mesto športu 2016“ a zabezpečenia prípravy hokejového klubu v európskej súťaži Champions League vo výške  30 000 €.</w:t>
      </w:r>
    </w:p>
    <w:p w:rsidR="000C5F2D" w:rsidRPr="00053E9B" w:rsidRDefault="000C5F2D" w:rsidP="00053E9B">
      <w:pPr>
        <w:overflowPunct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0C5F2D" w:rsidRPr="00F74B2A" w:rsidRDefault="000C5F2D" w:rsidP="008B016C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53E9B">
        <w:rPr>
          <w:rFonts w:ascii="Times New Roman" w:hAnsi="Times New Roman" w:cs="Times New Roman"/>
          <w:b/>
          <w:bCs/>
          <w:sz w:val="24"/>
          <w:szCs w:val="24"/>
        </w:rPr>
        <w:t xml:space="preserve">B. </w:t>
      </w:r>
      <w:r w:rsidRPr="00F74B2A">
        <w:rPr>
          <w:rFonts w:ascii="Times New Roman" w:hAnsi="Times New Roman" w:cs="Times New Roman"/>
          <w:sz w:val="24"/>
          <w:szCs w:val="24"/>
        </w:rPr>
        <w:t>poveruje</w:t>
      </w:r>
    </w:p>
    <w:p w:rsidR="000C5F2D" w:rsidRPr="00053E9B" w:rsidRDefault="000C5F2D" w:rsidP="008B016C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0C5F2D" w:rsidRPr="00053E9B" w:rsidRDefault="000C5F2D" w:rsidP="008B016C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53E9B">
        <w:rPr>
          <w:rFonts w:ascii="Times New Roman" w:hAnsi="Times New Roman" w:cs="Times New Roman"/>
          <w:sz w:val="24"/>
          <w:szCs w:val="24"/>
        </w:rPr>
        <w:t>primátora mesta Košice</w:t>
      </w:r>
    </w:p>
    <w:p w:rsidR="000C5F2D" w:rsidRPr="00053E9B" w:rsidRDefault="000C5F2D" w:rsidP="008B016C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53E9B">
        <w:rPr>
          <w:rFonts w:ascii="Times New Roman" w:hAnsi="Times New Roman" w:cs="Times New Roman"/>
          <w:sz w:val="24"/>
          <w:szCs w:val="24"/>
        </w:rPr>
        <w:t xml:space="preserve">podľa ustanovení § 11 ods. 4 písm. b) zákona č. 369/1990 Zb. v znení ďalších zmien a doplnkov a § 14 zákona č. 583/2004 Z. z. v znení ďalších zmien a doplnkov aktualizovať rozpočet: </w:t>
      </w:r>
    </w:p>
    <w:p w:rsidR="000C5F2D" w:rsidRPr="00053E9B" w:rsidRDefault="000C5F2D" w:rsidP="008B016C">
      <w:pPr>
        <w:numPr>
          <w:ilvl w:val="0"/>
          <w:numId w:val="37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53E9B">
        <w:rPr>
          <w:rFonts w:ascii="Times New Roman" w:hAnsi="Times New Roman" w:cs="Times New Roman"/>
          <w:sz w:val="24"/>
          <w:szCs w:val="24"/>
        </w:rPr>
        <w:t>o granty a transfery poskytnuté zo štátneho rozpočtu SR a EÚ fondov,</w:t>
      </w:r>
    </w:p>
    <w:p w:rsidR="000C5F2D" w:rsidRPr="00053E9B" w:rsidRDefault="000C5F2D" w:rsidP="008B016C">
      <w:pPr>
        <w:numPr>
          <w:ilvl w:val="0"/>
          <w:numId w:val="37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53E9B">
        <w:rPr>
          <w:rFonts w:ascii="Times New Roman" w:hAnsi="Times New Roman" w:cs="Times New Roman"/>
          <w:sz w:val="24"/>
          <w:szCs w:val="24"/>
        </w:rPr>
        <w:t>o finančné prostriedky poskytnuté formou sponzorských príspevkov,</w:t>
      </w:r>
    </w:p>
    <w:p w:rsidR="000C5F2D" w:rsidRPr="00053E9B" w:rsidRDefault="000C5F2D" w:rsidP="008B016C">
      <w:pPr>
        <w:numPr>
          <w:ilvl w:val="0"/>
          <w:numId w:val="37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53E9B">
        <w:rPr>
          <w:rFonts w:ascii="Times New Roman" w:hAnsi="Times New Roman" w:cs="Times New Roman"/>
          <w:sz w:val="24"/>
          <w:szCs w:val="24"/>
        </w:rPr>
        <w:t>o návratné zdroje financovania a ich splácanie, súvisiace s predfinancovaním investičných projektov podporených zo zdrojov EÚ a zo štátneho rozpočtu,</w:t>
      </w:r>
    </w:p>
    <w:p w:rsidR="000C5F2D" w:rsidRPr="00053E9B" w:rsidRDefault="000C5F2D" w:rsidP="008B016C">
      <w:pPr>
        <w:numPr>
          <w:ilvl w:val="0"/>
          <w:numId w:val="37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53E9B">
        <w:rPr>
          <w:rFonts w:ascii="Times New Roman" w:hAnsi="Times New Roman" w:cs="Times New Roman"/>
          <w:sz w:val="24"/>
          <w:szCs w:val="24"/>
        </w:rPr>
        <w:t>o kapitálové príjmy a výdavky vyplývajúce zo zámeny nehnuteľností s dodržaním vyrovnaného celkového rozpočtu,</w:t>
      </w:r>
    </w:p>
    <w:p w:rsidR="000C5F2D" w:rsidRPr="00053E9B" w:rsidRDefault="000C5F2D" w:rsidP="008B016C">
      <w:pPr>
        <w:numPr>
          <w:ilvl w:val="0"/>
          <w:numId w:val="37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53E9B">
        <w:rPr>
          <w:rFonts w:ascii="Times New Roman" w:hAnsi="Times New Roman" w:cs="Times New Roman"/>
          <w:sz w:val="24"/>
          <w:szCs w:val="24"/>
        </w:rPr>
        <w:t>o nevyhnutné presuny rozpočtovaných prostriedkov v rámci schváleného rozpočtu na úrovni celkových príjmov a výdavkov.</w:t>
      </w:r>
    </w:p>
    <w:p w:rsidR="000C5F2D" w:rsidRDefault="000C5F2D" w:rsidP="008B016C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0C5F2D" w:rsidRDefault="000C5F2D" w:rsidP="008B016C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0C5F2D" w:rsidRDefault="000C5F2D" w:rsidP="008B016C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0C5F2D" w:rsidRDefault="000C5F2D" w:rsidP="008B016C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0C5F2D" w:rsidRDefault="000C5F2D" w:rsidP="008B016C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0C5F2D" w:rsidRDefault="000C5F2D" w:rsidP="008B016C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0C5F2D" w:rsidRPr="00053E9B" w:rsidRDefault="000C5F2D" w:rsidP="008B016C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0C5F2D" w:rsidRPr="00053E9B" w:rsidRDefault="000C5F2D" w:rsidP="008B016C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53E9B">
        <w:rPr>
          <w:rFonts w:ascii="Times New Roman" w:hAnsi="Times New Roman" w:cs="Times New Roman"/>
          <w:b/>
          <w:bCs/>
          <w:sz w:val="24"/>
          <w:szCs w:val="24"/>
        </w:rPr>
        <w:t xml:space="preserve">C. </w:t>
      </w:r>
      <w:r w:rsidRPr="00F74B2A">
        <w:rPr>
          <w:rFonts w:ascii="Times New Roman" w:hAnsi="Times New Roman" w:cs="Times New Roman"/>
          <w:sz w:val="24"/>
          <w:szCs w:val="24"/>
        </w:rPr>
        <w:t>berie na vedomie</w:t>
      </w:r>
      <w:r w:rsidRPr="00053E9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0C5F2D" w:rsidRPr="00053E9B" w:rsidRDefault="000C5F2D" w:rsidP="008B016C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0C5F2D" w:rsidRPr="00053E9B" w:rsidRDefault="000C5F2D" w:rsidP="008B016C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53E9B">
        <w:rPr>
          <w:rFonts w:ascii="Times New Roman" w:hAnsi="Times New Roman" w:cs="Times New Roman"/>
          <w:sz w:val="24"/>
          <w:szCs w:val="24"/>
        </w:rPr>
        <w:t>Programový rozpočet mesta  Košice  na roky  2017 a 2018</w:t>
      </w:r>
    </w:p>
    <w:p w:rsidR="000C5F2D" w:rsidRPr="00053E9B" w:rsidRDefault="000C5F2D" w:rsidP="008B016C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0C5F2D" w:rsidRPr="00053E9B" w:rsidRDefault="000C5F2D" w:rsidP="008B016C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  <w:t xml:space="preserve">               v €</w:t>
      </w:r>
    </w:p>
    <w:tbl>
      <w:tblPr>
        <w:tblW w:w="5000" w:type="pct"/>
        <w:tblInd w:w="-68" w:type="dxa"/>
        <w:tblCellMar>
          <w:left w:w="70" w:type="dxa"/>
          <w:right w:w="70" w:type="dxa"/>
        </w:tblCellMar>
        <w:tblLook w:val="0000"/>
      </w:tblPr>
      <w:tblGrid>
        <w:gridCol w:w="3474"/>
        <w:gridCol w:w="1830"/>
        <w:gridCol w:w="1302"/>
        <w:gridCol w:w="1951"/>
        <w:gridCol w:w="1220"/>
      </w:tblGrid>
      <w:tr w:rsidR="000C5F2D" w:rsidRPr="00053E9B">
        <w:trPr>
          <w:trHeight w:val="315"/>
        </w:trPr>
        <w:tc>
          <w:tcPr>
            <w:tcW w:w="1776" w:type="pct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E9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602" w:type="pct"/>
            <w:gridSpan w:val="2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E9B">
              <w:rPr>
                <w:rFonts w:ascii="Times New Roman" w:hAnsi="Times New Roman" w:cs="Times New Roman"/>
                <w:sz w:val="24"/>
                <w:szCs w:val="24"/>
              </w:rPr>
              <w:t xml:space="preserve">    Rok 2017</w:t>
            </w:r>
          </w:p>
        </w:tc>
        <w:tc>
          <w:tcPr>
            <w:tcW w:w="1622" w:type="pct"/>
            <w:gridSpan w:val="2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E9B">
              <w:rPr>
                <w:rFonts w:ascii="Times New Roman" w:hAnsi="Times New Roman" w:cs="Times New Roman"/>
                <w:sz w:val="24"/>
                <w:szCs w:val="24"/>
              </w:rPr>
              <w:t xml:space="preserve">    Rok 2018</w:t>
            </w:r>
          </w:p>
        </w:tc>
      </w:tr>
      <w:tr w:rsidR="000C5F2D" w:rsidRPr="00053E9B">
        <w:trPr>
          <w:trHeight w:val="315"/>
        </w:trPr>
        <w:tc>
          <w:tcPr>
            <w:tcW w:w="1776" w:type="pct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E9B">
              <w:rPr>
                <w:rFonts w:ascii="Times New Roman" w:hAnsi="Times New Roman" w:cs="Times New Roman"/>
                <w:sz w:val="24"/>
                <w:szCs w:val="24"/>
              </w:rPr>
              <w:t xml:space="preserve">Príjmy celkom    </w:t>
            </w:r>
          </w:p>
        </w:tc>
        <w:tc>
          <w:tcPr>
            <w:tcW w:w="936" w:type="pct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E9B">
              <w:rPr>
                <w:rFonts w:ascii="Times New Roman" w:hAnsi="Times New Roman" w:cs="Times New Roman"/>
                <w:sz w:val="24"/>
                <w:szCs w:val="24"/>
              </w:rPr>
              <w:t>208 652 320</w:t>
            </w:r>
          </w:p>
        </w:tc>
        <w:tc>
          <w:tcPr>
            <w:tcW w:w="666" w:type="pct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pct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E9B">
              <w:rPr>
                <w:rFonts w:ascii="Times New Roman" w:hAnsi="Times New Roman" w:cs="Times New Roman"/>
                <w:sz w:val="24"/>
                <w:szCs w:val="24"/>
              </w:rPr>
              <w:t>199 106 503</w:t>
            </w:r>
          </w:p>
        </w:tc>
        <w:tc>
          <w:tcPr>
            <w:tcW w:w="624" w:type="pct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F2D" w:rsidRPr="00053E9B">
        <w:trPr>
          <w:trHeight w:val="315"/>
        </w:trPr>
        <w:tc>
          <w:tcPr>
            <w:tcW w:w="1776" w:type="pct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E9B">
              <w:rPr>
                <w:rFonts w:ascii="Times New Roman" w:hAnsi="Times New Roman" w:cs="Times New Roman"/>
                <w:sz w:val="24"/>
                <w:szCs w:val="24"/>
              </w:rPr>
              <w:t>Výdavky celkom</w:t>
            </w:r>
          </w:p>
        </w:tc>
        <w:tc>
          <w:tcPr>
            <w:tcW w:w="936" w:type="pct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E9B">
              <w:rPr>
                <w:rFonts w:ascii="Times New Roman" w:hAnsi="Times New Roman" w:cs="Times New Roman"/>
                <w:sz w:val="24"/>
                <w:szCs w:val="24"/>
              </w:rPr>
              <w:t>208 652 320</w:t>
            </w:r>
          </w:p>
        </w:tc>
        <w:tc>
          <w:tcPr>
            <w:tcW w:w="666" w:type="pct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pct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E9B">
              <w:rPr>
                <w:rFonts w:ascii="Times New Roman" w:hAnsi="Times New Roman" w:cs="Times New Roman"/>
                <w:sz w:val="24"/>
                <w:szCs w:val="24"/>
              </w:rPr>
              <w:t>199 106 503</w:t>
            </w:r>
          </w:p>
        </w:tc>
        <w:tc>
          <w:tcPr>
            <w:tcW w:w="624" w:type="pct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F2D" w:rsidRPr="00053E9B">
        <w:trPr>
          <w:trHeight w:val="315"/>
        </w:trPr>
        <w:tc>
          <w:tcPr>
            <w:tcW w:w="1776" w:type="pct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E9B">
              <w:rPr>
                <w:rFonts w:ascii="Times New Roman" w:hAnsi="Times New Roman" w:cs="Times New Roman"/>
                <w:sz w:val="24"/>
                <w:szCs w:val="24"/>
              </w:rPr>
              <w:t xml:space="preserve">Rozdiel </w:t>
            </w:r>
          </w:p>
        </w:tc>
        <w:tc>
          <w:tcPr>
            <w:tcW w:w="936" w:type="pct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E9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0</w:t>
            </w:r>
          </w:p>
        </w:tc>
        <w:tc>
          <w:tcPr>
            <w:tcW w:w="666" w:type="pct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pct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E9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0</w:t>
            </w:r>
          </w:p>
        </w:tc>
        <w:tc>
          <w:tcPr>
            <w:tcW w:w="624" w:type="pct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F2D" w:rsidRPr="00053E9B">
        <w:trPr>
          <w:trHeight w:val="360"/>
        </w:trPr>
        <w:tc>
          <w:tcPr>
            <w:tcW w:w="1776" w:type="pct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pct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pct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pct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pct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F2D" w:rsidRPr="00053E9B">
        <w:trPr>
          <w:trHeight w:val="300"/>
        </w:trPr>
        <w:tc>
          <w:tcPr>
            <w:tcW w:w="1776" w:type="pct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E9B">
              <w:rPr>
                <w:rFonts w:ascii="Times New Roman" w:hAnsi="Times New Roman" w:cs="Times New Roman"/>
                <w:sz w:val="24"/>
                <w:szCs w:val="24"/>
              </w:rPr>
              <w:t>Bežný rozpočet</w:t>
            </w:r>
          </w:p>
        </w:tc>
        <w:tc>
          <w:tcPr>
            <w:tcW w:w="936" w:type="pct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pct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pct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pct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F2D" w:rsidRPr="00053E9B">
        <w:trPr>
          <w:trHeight w:val="315"/>
        </w:trPr>
        <w:tc>
          <w:tcPr>
            <w:tcW w:w="1776" w:type="pct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E9B">
              <w:rPr>
                <w:rFonts w:ascii="Times New Roman" w:hAnsi="Times New Roman" w:cs="Times New Roman"/>
                <w:sz w:val="24"/>
                <w:szCs w:val="24"/>
              </w:rPr>
              <w:t>Príjmy</w:t>
            </w:r>
          </w:p>
        </w:tc>
        <w:tc>
          <w:tcPr>
            <w:tcW w:w="936" w:type="pct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E9B">
              <w:rPr>
                <w:rFonts w:ascii="Times New Roman" w:hAnsi="Times New Roman" w:cs="Times New Roman"/>
                <w:sz w:val="24"/>
                <w:szCs w:val="24"/>
              </w:rPr>
              <w:t>147 295 090</w:t>
            </w:r>
          </w:p>
        </w:tc>
        <w:tc>
          <w:tcPr>
            <w:tcW w:w="666" w:type="pct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pct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E9B">
              <w:rPr>
                <w:rFonts w:ascii="Times New Roman" w:hAnsi="Times New Roman" w:cs="Times New Roman"/>
                <w:sz w:val="24"/>
                <w:szCs w:val="24"/>
              </w:rPr>
              <w:t>151 667 503</w:t>
            </w:r>
          </w:p>
        </w:tc>
        <w:tc>
          <w:tcPr>
            <w:tcW w:w="624" w:type="pct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F2D" w:rsidRPr="00053E9B">
        <w:trPr>
          <w:trHeight w:val="315"/>
        </w:trPr>
        <w:tc>
          <w:tcPr>
            <w:tcW w:w="1776" w:type="pct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E9B">
              <w:rPr>
                <w:rFonts w:ascii="Times New Roman" w:hAnsi="Times New Roman" w:cs="Times New Roman"/>
                <w:sz w:val="24"/>
                <w:szCs w:val="24"/>
              </w:rPr>
              <w:t>Výdavky</w:t>
            </w:r>
          </w:p>
        </w:tc>
        <w:tc>
          <w:tcPr>
            <w:tcW w:w="936" w:type="pct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E9B">
              <w:rPr>
                <w:rFonts w:ascii="Times New Roman" w:hAnsi="Times New Roman" w:cs="Times New Roman"/>
                <w:sz w:val="24"/>
                <w:szCs w:val="24"/>
              </w:rPr>
              <w:t>133 546 840</w:t>
            </w:r>
          </w:p>
        </w:tc>
        <w:tc>
          <w:tcPr>
            <w:tcW w:w="666" w:type="pct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pct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E9B">
              <w:rPr>
                <w:rFonts w:ascii="Times New Roman" w:hAnsi="Times New Roman" w:cs="Times New Roman"/>
                <w:sz w:val="24"/>
                <w:szCs w:val="24"/>
              </w:rPr>
              <w:t>136 949 632</w:t>
            </w:r>
          </w:p>
        </w:tc>
        <w:tc>
          <w:tcPr>
            <w:tcW w:w="624" w:type="pct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F2D" w:rsidRPr="00053E9B">
        <w:trPr>
          <w:trHeight w:val="315"/>
        </w:trPr>
        <w:tc>
          <w:tcPr>
            <w:tcW w:w="1776" w:type="pct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E9B">
              <w:rPr>
                <w:rFonts w:ascii="Times New Roman" w:hAnsi="Times New Roman" w:cs="Times New Roman"/>
                <w:sz w:val="24"/>
                <w:szCs w:val="24"/>
              </w:rPr>
              <w:t xml:space="preserve">Rozdiel – prebytok                     </w:t>
            </w:r>
          </w:p>
        </w:tc>
        <w:tc>
          <w:tcPr>
            <w:tcW w:w="936" w:type="pct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E9B">
              <w:rPr>
                <w:rFonts w:ascii="Times New Roman" w:hAnsi="Times New Roman" w:cs="Times New Roman"/>
                <w:sz w:val="24"/>
                <w:szCs w:val="24"/>
              </w:rPr>
              <w:t xml:space="preserve">  13 748 250</w:t>
            </w:r>
          </w:p>
        </w:tc>
        <w:tc>
          <w:tcPr>
            <w:tcW w:w="666" w:type="pct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pct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E9B">
              <w:rPr>
                <w:rFonts w:ascii="Times New Roman" w:hAnsi="Times New Roman" w:cs="Times New Roman"/>
                <w:sz w:val="24"/>
                <w:szCs w:val="24"/>
              </w:rPr>
              <w:t xml:space="preserve">  14 717 871</w:t>
            </w:r>
          </w:p>
        </w:tc>
        <w:tc>
          <w:tcPr>
            <w:tcW w:w="624" w:type="pct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F2D" w:rsidRPr="00053E9B">
        <w:trPr>
          <w:trHeight w:val="315"/>
        </w:trPr>
        <w:tc>
          <w:tcPr>
            <w:tcW w:w="1776" w:type="pct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pct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pct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pct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pct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F2D" w:rsidRPr="00053E9B">
        <w:trPr>
          <w:trHeight w:val="315"/>
        </w:trPr>
        <w:tc>
          <w:tcPr>
            <w:tcW w:w="1776" w:type="pct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E9B">
              <w:rPr>
                <w:rFonts w:ascii="Times New Roman" w:hAnsi="Times New Roman" w:cs="Times New Roman"/>
                <w:sz w:val="24"/>
                <w:szCs w:val="24"/>
              </w:rPr>
              <w:t>Kapitálový rozpočet</w:t>
            </w:r>
          </w:p>
        </w:tc>
        <w:tc>
          <w:tcPr>
            <w:tcW w:w="936" w:type="pct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pct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pct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pct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F2D" w:rsidRPr="00053E9B">
        <w:trPr>
          <w:trHeight w:val="315"/>
        </w:trPr>
        <w:tc>
          <w:tcPr>
            <w:tcW w:w="1776" w:type="pct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E9B">
              <w:rPr>
                <w:rFonts w:ascii="Times New Roman" w:hAnsi="Times New Roman" w:cs="Times New Roman"/>
                <w:sz w:val="24"/>
                <w:szCs w:val="24"/>
              </w:rPr>
              <w:t>Príjmy</w:t>
            </w:r>
          </w:p>
        </w:tc>
        <w:tc>
          <w:tcPr>
            <w:tcW w:w="936" w:type="pct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E9B">
              <w:rPr>
                <w:rFonts w:ascii="Times New Roman" w:hAnsi="Times New Roman" w:cs="Times New Roman"/>
                <w:sz w:val="24"/>
                <w:szCs w:val="24"/>
              </w:rPr>
              <w:t xml:space="preserve">  59 404 230</w:t>
            </w:r>
          </w:p>
        </w:tc>
        <w:tc>
          <w:tcPr>
            <w:tcW w:w="666" w:type="pct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pct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E9B">
              <w:rPr>
                <w:rFonts w:ascii="Times New Roman" w:hAnsi="Times New Roman" w:cs="Times New Roman"/>
                <w:sz w:val="24"/>
                <w:szCs w:val="24"/>
              </w:rPr>
              <w:t xml:space="preserve">  46 786 000</w:t>
            </w:r>
          </w:p>
        </w:tc>
        <w:tc>
          <w:tcPr>
            <w:tcW w:w="624" w:type="pct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F2D" w:rsidRPr="00053E9B">
        <w:trPr>
          <w:trHeight w:val="315"/>
        </w:trPr>
        <w:tc>
          <w:tcPr>
            <w:tcW w:w="1776" w:type="pct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E9B">
              <w:rPr>
                <w:rFonts w:ascii="Times New Roman" w:hAnsi="Times New Roman" w:cs="Times New Roman"/>
                <w:sz w:val="24"/>
                <w:szCs w:val="24"/>
              </w:rPr>
              <w:t>Výdavky</w:t>
            </w:r>
          </w:p>
        </w:tc>
        <w:tc>
          <w:tcPr>
            <w:tcW w:w="936" w:type="pct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E9B">
              <w:rPr>
                <w:rFonts w:ascii="Times New Roman" w:hAnsi="Times New Roman" w:cs="Times New Roman"/>
                <w:sz w:val="24"/>
                <w:szCs w:val="24"/>
              </w:rPr>
              <w:t xml:space="preserve">  69 927 400</w:t>
            </w:r>
          </w:p>
        </w:tc>
        <w:tc>
          <w:tcPr>
            <w:tcW w:w="666" w:type="pct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pct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E9B">
              <w:rPr>
                <w:rFonts w:ascii="Times New Roman" w:hAnsi="Times New Roman" w:cs="Times New Roman"/>
                <w:sz w:val="24"/>
                <w:szCs w:val="24"/>
              </w:rPr>
              <w:t xml:space="preserve">  57 397 000</w:t>
            </w:r>
          </w:p>
        </w:tc>
        <w:tc>
          <w:tcPr>
            <w:tcW w:w="624" w:type="pct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F2D" w:rsidRPr="00053E9B">
        <w:trPr>
          <w:trHeight w:val="315"/>
        </w:trPr>
        <w:tc>
          <w:tcPr>
            <w:tcW w:w="1776" w:type="pct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E9B">
              <w:rPr>
                <w:rFonts w:ascii="Times New Roman" w:hAnsi="Times New Roman" w:cs="Times New Roman"/>
                <w:sz w:val="24"/>
                <w:szCs w:val="24"/>
              </w:rPr>
              <w:t>Rozdiel – schodok</w:t>
            </w:r>
          </w:p>
        </w:tc>
        <w:tc>
          <w:tcPr>
            <w:tcW w:w="936" w:type="pct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E9B">
              <w:rPr>
                <w:rFonts w:ascii="Times New Roman" w:hAnsi="Times New Roman" w:cs="Times New Roman"/>
                <w:sz w:val="24"/>
                <w:szCs w:val="24"/>
              </w:rPr>
              <w:t xml:space="preserve"> -10 523 170</w:t>
            </w:r>
          </w:p>
        </w:tc>
        <w:tc>
          <w:tcPr>
            <w:tcW w:w="666" w:type="pct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pct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E9B">
              <w:rPr>
                <w:rFonts w:ascii="Times New Roman" w:hAnsi="Times New Roman" w:cs="Times New Roman"/>
                <w:sz w:val="24"/>
                <w:szCs w:val="24"/>
              </w:rPr>
              <w:t>- 10 611 000</w:t>
            </w:r>
          </w:p>
        </w:tc>
        <w:tc>
          <w:tcPr>
            <w:tcW w:w="624" w:type="pct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F2D" w:rsidRPr="00053E9B">
        <w:trPr>
          <w:trHeight w:val="315"/>
        </w:trPr>
        <w:tc>
          <w:tcPr>
            <w:tcW w:w="1776" w:type="pct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pct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pct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pct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pct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F2D" w:rsidRPr="00053E9B">
        <w:trPr>
          <w:trHeight w:val="315"/>
        </w:trPr>
        <w:tc>
          <w:tcPr>
            <w:tcW w:w="1776" w:type="pct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E9B">
              <w:rPr>
                <w:rFonts w:ascii="Times New Roman" w:hAnsi="Times New Roman" w:cs="Times New Roman"/>
                <w:sz w:val="24"/>
                <w:szCs w:val="24"/>
              </w:rPr>
              <w:t>Finančné operácie</w:t>
            </w:r>
          </w:p>
        </w:tc>
        <w:tc>
          <w:tcPr>
            <w:tcW w:w="936" w:type="pct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pct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pct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pct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F2D" w:rsidRPr="00053E9B">
        <w:trPr>
          <w:trHeight w:val="315"/>
        </w:trPr>
        <w:tc>
          <w:tcPr>
            <w:tcW w:w="1776" w:type="pct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E9B">
              <w:rPr>
                <w:rFonts w:ascii="Times New Roman" w:hAnsi="Times New Roman" w:cs="Times New Roman"/>
                <w:sz w:val="24"/>
                <w:szCs w:val="24"/>
              </w:rPr>
              <w:t>Príjmy</w:t>
            </w:r>
          </w:p>
        </w:tc>
        <w:tc>
          <w:tcPr>
            <w:tcW w:w="936" w:type="pct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E9B">
              <w:rPr>
                <w:rFonts w:ascii="Times New Roman" w:hAnsi="Times New Roman" w:cs="Times New Roman"/>
                <w:sz w:val="24"/>
                <w:szCs w:val="24"/>
              </w:rPr>
              <w:t xml:space="preserve">    1 953 000</w:t>
            </w:r>
          </w:p>
        </w:tc>
        <w:tc>
          <w:tcPr>
            <w:tcW w:w="666" w:type="pct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pct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E9B">
              <w:rPr>
                <w:rFonts w:ascii="Times New Roman" w:hAnsi="Times New Roman" w:cs="Times New Roman"/>
                <w:sz w:val="24"/>
                <w:szCs w:val="24"/>
              </w:rPr>
              <w:t xml:space="preserve">       653 000</w:t>
            </w:r>
          </w:p>
        </w:tc>
        <w:tc>
          <w:tcPr>
            <w:tcW w:w="624" w:type="pct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F2D" w:rsidRPr="00053E9B">
        <w:trPr>
          <w:trHeight w:val="315"/>
        </w:trPr>
        <w:tc>
          <w:tcPr>
            <w:tcW w:w="1776" w:type="pct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E9B">
              <w:rPr>
                <w:rFonts w:ascii="Times New Roman" w:hAnsi="Times New Roman" w:cs="Times New Roman"/>
                <w:sz w:val="24"/>
                <w:szCs w:val="24"/>
              </w:rPr>
              <w:t>Výdavky</w:t>
            </w:r>
          </w:p>
        </w:tc>
        <w:tc>
          <w:tcPr>
            <w:tcW w:w="936" w:type="pct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E9B">
              <w:rPr>
                <w:rFonts w:ascii="Times New Roman" w:hAnsi="Times New Roman" w:cs="Times New Roman"/>
                <w:sz w:val="24"/>
                <w:szCs w:val="24"/>
              </w:rPr>
              <w:t xml:space="preserve">    5 178 080</w:t>
            </w:r>
          </w:p>
        </w:tc>
        <w:tc>
          <w:tcPr>
            <w:tcW w:w="666" w:type="pct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pct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E9B">
              <w:rPr>
                <w:rFonts w:ascii="Times New Roman" w:hAnsi="Times New Roman" w:cs="Times New Roman"/>
                <w:sz w:val="24"/>
                <w:szCs w:val="24"/>
              </w:rPr>
              <w:t xml:space="preserve">    4 759 871</w:t>
            </w:r>
          </w:p>
        </w:tc>
        <w:tc>
          <w:tcPr>
            <w:tcW w:w="624" w:type="pct"/>
            <w:noWrap/>
            <w:vAlign w:val="bottom"/>
          </w:tcPr>
          <w:p w:rsidR="000C5F2D" w:rsidRPr="00053E9B" w:rsidRDefault="000C5F2D" w:rsidP="005569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C5F2D" w:rsidRPr="00053E9B" w:rsidRDefault="000C5F2D" w:rsidP="008B016C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53E9B">
        <w:rPr>
          <w:rFonts w:ascii="Times New Roman" w:hAnsi="Times New Roman" w:cs="Times New Roman"/>
          <w:sz w:val="24"/>
          <w:szCs w:val="24"/>
        </w:rPr>
        <w:t>Rozdiel – schodok</w:t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  <w:t xml:space="preserve">         - 3 225 080</w:t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</w:r>
      <w:r w:rsidRPr="00053E9B">
        <w:rPr>
          <w:rFonts w:ascii="Times New Roman" w:hAnsi="Times New Roman" w:cs="Times New Roman"/>
          <w:sz w:val="24"/>
          <w:szCs w:val="24"/>
        </w:rPr>
        <w:tab/>
        <w:t>- 4 106 871</w:t>
      </w:r>
    </w:p>
    <w:p w:rsidR="000C5F2D" w:rsidRPr="00053E9B" w:rsidRDefault="000C5F2D" w:rsidP="008B016C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0C5F2D" w:rsidRPr="00053E9B" w:rsidRDefault="000C5F2D" w:rsidP="00053E9B">
      <w:pPr>
        <w:overflowPunct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0C5F2D" w:rsidRPr="00053E9B" w:rsidRDefault="000C5F2D" w:rsidP="008B016C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53E9B">
        <w:rPr>
          <w:rFonts w:ascii="Times New Roman" w:hAnsi="Times New Roman" w:cs="Times New Roman"/>
          <w:sz w:val="24"/>
          <w:szCs w:val="24"/>
        </w:rPr>
        <w:t>Súčasťou tohto uznesenia je tabuľková časť Programového rozpočtu mesta Košice na rok 2016 a Programového rozpočtu mesta Košice na roky 2017 – 2018.</w:t>
      </w:r>
    </w:p>
    <w:p w:rsidR="000C5F2D" w:rsidRDefault="000C5F2D" w:rsidP="008B016C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0C5F2D" w:rsidRPr="00053E9B" w:rsidRDefault="000C5F2D" w:rsidP="008B016C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0C5F2D" w:rsidRPr="00053E9B" w:rsidRDefault="000C5F2D" w:rsidP="00053E9B">
      <w:pPr>
        <w:overflowPunct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053E9B">
        <w:rPr>
          <w:rFonts w:ascii="Times New Roman" w:hAnsi="Times New Roman" w:cs="Times New Roman"/>
          <w:b/>
          <w:bCs/>
          <w:sz w:val="24"/>
          <w:szCs w:val="24"/>
        </w:rPr>
        <w:t>Zmena Štatútu mesta Košice</w:t>
      </w:r>
    </w:p>
    <w:p w:rsidR="000C5F2D" w:rsidRPr="00053E9B" w:rsidRDefault="000C5F2D" w:rsidP="008B016C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53E9B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Z schválilo </w:t>
      </w:r>
      <w:r w:rsidRPr="00053E9B">
        <w:rPr>
          <w:rFonts w:ascii="Times New Roman" w:hAnsi="Times New Roman" w:cs="Times New Roman"/>
          <w:sz w:val="24"/>
          <w:szCs w:val="24"/>
        </w:rPr>
        <w:t>zmenu Štatútu mesta Košice podľa predloženého návrhu.</w:t>
      </w:r>
    </w:p>
    <w:p w:rsidR="000C5F2D" w:rsidRPr="00053E9B" w:rsidRDefault="000C5F2D" w:rsidP="00EA3D94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0C5F2D" w:rsidRPr="00053E9B" w:rsidRDefault="000C5F2D" w:rsidP="00EA3D94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53E9B">
        <w:rPr>
          <w:rFonts w:ascii="Times New Roman" w:hAnsi="Times New Roman" w:cs="Times New Roman"/>
          <w:b/>
          <w:bCs/>
          <w:i/>
          <w:iCs/>
          <w:sz w:val="24"/>
          <w:szCs w:val="24"/>
        </w:rPr>
        <w:t>Zmena a doplnenie VZN mesta Košice č. 130 o úhradách, spôsobe určenia a platenia úhrad za poskytovanie sociálnych služieb v pôsobnosti územnej samosprávy mesta</w:t>
      </w:r>
    </w:p>
    <w:p w:rsidR="000C5F2D" w:rsidRPr="00053E9B" w:rsidRDefault="000C5F2D" w:rsidP="00053E9B">
      <w:pPr>
        <w:rPr>
          <w:rFonts w:ascii="Times New Roman" w:hAnsi="Times New Roman" w:cs="Times New Roman"/>
          <w:sz w:val="24"/>
          <w:szCs w:val="24"/>
        </w:rPr>
      </w:pPr>
      <w:r w:rsidRPr="00053E9B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Z schválilo </w:t>
      </w:r>
      <w:r w:rsidRPr="00053E9B">
        <w:rPr>
          <w:rFonts w:ascii="Times New Roman" w:hAnsi="Times New Roman" w:cs="Times New Roman"/>
          <w:sz w:val="24"/>
          <w:szCs w:val="24"/>
        </w:rPr>
        <w:t>zmeny a doplnenie Všeobecne záväzného nariadenia mesta Košice č. 130 o úhradách, spôsobe určenia a platenia úhrad za poskytovanie sociálnych služieb v pôsobnosti územnej samosprávy mesta podľa predloženého návrhu s pripomienkou v znení:</w:t>
      </w:r>
    </w:p>
    <w:p w:rsidR="000C5F2D" w:rsidRPr="00053E9B" w:rsidRDefault="000C5F2D" w:rsidP="00EA3D94">
      <w:pPr>
        <w:rPr>
          <w:rFonts w:ascii="Times New Roman" w:hAnsi="Times New Roman" w:cs="Times New Roman"/>
          <w:sz w:val="24"/>
          <w:szCs w:val="24"/>
        </w:rPr>
      </w:pPr>
    </w:p>
    <w:p w:rsidR="000C5F2D" w:rsidRPr="00053E9B" w:rsidRDefault="000C5F2D" w:rsidP="00EA3D94">
      <w:pPr>
        <w:numPr>
          <w:ilvl w:val="0"/>
          <w:numId w:val="40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053E9B">
        <w:rPr>
          <w:rFonts w:ascii="Times New Roman" w:hAnsi="Times New Roman" w:cs="Times New Roman"/>
          <w:sz w:val="24"/>
          <w:szCs w:val="24"/>
        </w:rPr>
        <w:t>v § 12b ods. 4 písm. b) sa za slová „zariadenie núdzového bývania“ pripájajú slová „alebo v útulku“,</w:t>
      </w:r>
    </w:p>
    <w:p w:rsidR="000C5F2D" w:rsidRDefault="000C5F2D" w:rsidP="00EA3D94">
      <w:pPr>
        <w:numPr>
          <w:ilvl w:val="0"/>
          <w:numId w:val="40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053E9B">
        <w:rPr>
          <w:rFonts w:ascii="Times New Roman" w:hAnsi="Times New Roman" w:cs="Times New Roman"/>
          <w:sz w:val="24"/>
          <w:szCs w:val="24"/>
        </w:rPr>
        <w:t>v § 12b ods. 4 písm. c) sa za slová „zariadenie núdzového bývania“ pripájajú slová „alebo v útulku“.</w:t>
      </w:r>
    </w:p>
    <w:p w:rsidR="000C5F2D" w:rsidRDefault="000C5F2D" w:rsidP="00433583">
      <w:pPr>
        <w:rPr>
          <w:rFonts w:ascii="Times New Roman" w:hAnsi="Times New Roman" w:cs="Times New Roman"/>
          <w:sz w:val="24"/>
          <w:szCs w:val="24"/>
        </w:rPr>
      </w:pPr>
    </w:p>
    <w:p w:rsidR="000C5F2D" w:rsidRDefault="000C5F2D" w:rsidP="00433583">
      <w:pPr>
        <w:rPr>
          <w:rFonts w:ascii="Times New Roman" w:hAnsi="Times New Roman" w:cs="Times New Roman"/>
          <w:sz w:val="24"/>
          <w:szCs w:val="24"/>
        </w:rPr>
      </w:pPr>
    </w:p>
    <w:p w:rsidR="000C5F2D" w:rsidRDefault="000C5F2D" w:rsidP="00433583">
      <w:pPr>
        <w:rPr>
          <w:rFonts w:ascii="Times New Roman" w:hAnsi="Times New Roman" w:cs="Times New Roman"/>
          <w:sz w:val="24"/>
          <w:szCs w:val="24"/>
        </w:rPr>
      </w:pPr>
    </w:p>
    <w:p w:rsidR="000C5F2D" w:rsidRDefault="000C5F2D" w:rsidP="00433583">
      <w:pPr>
        <w:rPr>
          <w:rFonts w:ascii="Times New Roman" w:hAnsi="Times New Roman" w:cs="Times New Roman"/>
          <w:sz w:val="24"/>
          <w:szCs w:val="24"/>
        </w:rPr>
      </w:pPr>
    </w:p>
    <w:p w:rsidR="000C5F2D" w:rsidRPr="00053E9B" w:rsidRDefault="000C5F2D" w:rsidP="00433583">
      <w:pPr>
        <w:rPr>
          <w:rFonts w:ascii="Times New Roman" w:hAnsi="Times New Roman" w:cs="Times New Roman"/>
          <w:sz w:val="24"/>
          <w:szCs w:val="24"/>
        </w:rPr>
      </w:pPr>
    </w:p>
    <w:p w:rsidR="000C5F2D" w:rsidRPr="00053E9B" w:rsidRDefault="000C5F2D" w:rsidP="00EA3D94">
      <w:pPr>
        <w:rPr>
          <w:rFonts w:ascii="Times New Roman" w:hAnsi="Times New Roman" w:cs="Times New Roman"/>
          <w:sz w:val="24"/>
          <w:szCs w:val="24"/>
        </w:rPr>
      </w:pPr>
    </w:p>
    <w:p w:rsidR="000C5F2D" w:rsidRPr="00433583" w:rsidRDefault="000C5F2D" w:rsidP="00433583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433583">
        <w:rPr>
          <w:rFonts w:ascii="Times New Roman" w:hAnsi="Times New Roman" w:cs="Times New Roman"/>
          <w:b/>
          <w:bCs/>
          <w:i/>
          <w:iCs/>
          <w:sz w:val="24"/>
          <w:szCs w:val="24"/>
        </w:rPr>
        <w:t>Zmeny VZN mesta Košice č. 131 o miestnom poplatku za komunálne odpady a drobné stavebné odpady na území mesta Košice s účinnosťou od 01.01.2016</w:t>
      </w:r>
    </w:p>
    <w:p w:rsidR="000C5F2D" w:rsidRPr="00053E9B" w:rsidRDefault="000C5F2D" w:rsidP="00B3193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53E9B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Z  </w:t>
      </w:r>
      <w:r w:rsidRPr="00433583">
        <w:rPr>
          <w:rFonts w:ascii="Times New Roman" w:hAnsi="Times New Roman" w:cs="Times New Roman"/>
          <w:sz w:val="24"/>
          <w:szCs w:val="24"/>
        </w:rPr>
        <w:t xml:space="preserve">schvalilo </w:t>
      </w:r>
      <w:r w:rsidRPr="00053E9B">
        <w:rPr>
          <w:rFonts w:ascii="Times New Roman" w:hAnsi="Times New Roman" w:cs="Times New Roman"/>
          <w:sz w:val="24"/>
          <w:szCs w:val="24"/>
        </w:rPr>
        <w:t xml:space="preserve">zmeny Všeobecne záväzného nariadenia mesta Košice č. 131 o miestnom poplatku </w:t>
      </w:r>
      <w:r w:rsidRPr="00053E9B">
        <w:rPr>
          <w:rFonts w:ascii="Times New Roman" w:hAnsi="Times New Roman" w:cs="Times New Roman"/>
          <w:sz w:val="24"/>
          <w:szCs w:val="24"/>
        </w:rPr>
        <w:br/>
        <w:t>za komunálne odpady a drobné stavebné odpady podľa predloženého návrhu.</w:t>
      </w:r>
    </w:p>
    <w:p w:rsidR="000C5F2D" w:rsidRPr="00053E9B" w:rsidRDefault="000C5F2D" w:rsidP="00B3193F">
      <w:pPr>
        <w:rPr>
          <w:rFonts w:ascii="Times New Roman" w:hAnsi="Times New Roman" w:cs="Times New Roman"/>
          <w:noProof/>
          <w:sz w:val="24"/>
          <w:szCs w:val="24"/>
        </w:rPr>
      </w:pPr>
    </w:p>
    <w:p w:rsidR="000C5F2D" w:rsidRPr="00433583" w:rsidRDefault="000C5F2D" w:rsidP="00433583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33583">
        <w:rPr>
          <w:rFonts w:ascii="Times New Roman" w:hAnsi="Times New Roman" w:cs="Times New Roman"/>
          <w:b/>
          <w:bCs/>
          <w:i/>
          <w:iCs/>
          <w:sz w:val="24"/>
          <w:szCs w:val="24"/>
        </w:rPr>
        <w:t>VZN mesta Košice o zmene názvu ulice „Galenová ulica“ na názov „Prof. Jána Kňazovického“</w:t>
      </w:r>
    </w:p>
    <w:p w:rsidR="000C5F2D" w:rsidRDefault="000C5F2D" w:rsidP="00433583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53E9B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Z schválilo </w:t>
      </w:r>
      <w:r w:rsidRPr="00053E9B">
        <w:rPr>
          <w:rFonts w:ascii="Times New Roman" w:hAnsi="Times New Roman" w:cs="Times New Roman"/>
          <w:sz w:val="24"/>
          <w:szCs w:val="24"/>
        </w:rPr>
        <w:t xml:space="preserve">Všeobecne záväzné nariadenie mesta Košice o zmene názvu ulice „Galenová ulica“ </w:t>
      </w:r>
    </w:p>
    <w:p w:rsidR="000C5F2D" w:rsidRPr="00053E9B" w:rsidRDefault="000C5F2D" w:rsidP="00433583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53E9B">
        <w:rPr>
          <w:rFonts w:ascii="Times New Roman" w:hAnsi="Times New Roman" w:cs="Times New Roman"/>
          <w:sz w:val="24"/>
          <w:szCs w:val="24"/>
        </w:rPr>
        <w:t>na názov „Prof. Jána Kňazovického“ podľa predloženého návrhu.</w:t>
      </w:r>
    </w:p>
    <w:p w:rsidR="000C5F2D" w:rsidRPr="00053E9B" w:rsidRDefault="000C5F2D" w:rsidP="004D5DCE">
      <w:pPr>
        <w:rPr>
          <w:rFonts w:ascii="Times New Roman" w:hAnsi="Times New Roman" w:cs="Times New Roman"/>
          <w:noProof/>
          <w:sz w:val="24"/>
          <w:szCs w:val="24"/>
        </w:rPr>
      </w:pPr>
    </w:p>
    <w:p w:rsidR="000C5F2D" w:rsidRPr="00433583" w:rsidRDefault="000C5F2D" w:rsidP="002C08EA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33583">
        <w:rPr>
          <w:rFonts w:ascii="Times New Roman" w:hAnsi="Times New Roman" w:cs="Times New Roman"/>
          <w:b/>
          <w:bCs/>
          <w:i/>
          <w:iCs/>
          <w:sz w:val="24"/>
          <w:szCs w:val="24"/>
        </w:rPr>
        <w:t>VZN mesta Košice o určení názvu verejného priestranstva „Parčík Jozefa Psotku“</w:t>
      </w:r>
    </w:p>
    <w:p w:rsidR="000C5F2D" w:rsidRPr="00053E9B" w:rsidRDefault="000C5F2D" w:rsidP="00433583">
      <w:pPr>
        <w:rPr>
          <w:rFonts w:ascii="Times New Roman" w:hAnsi="Times New Roman" w:cs="Times New Roman"/>
          <w:sz w:val="24"/>
          <w:szCs w:val="24"/>
        </w:rPr>
      </w:pPr>
      <w:r w:rsidRPr="00053E9B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Z schválilo </w:t>
      </w:r>
      <w:r w:rsidRPr="00053E9B">
        <w:rPr>
          <w:rFonts w:ascii="Times New Roman" w:hAnsi="Times New Roman" w:cs="Times New Roman"/>
          <w:sz w:val="24"/>
          <w:szCs w:val="24"/>
        </w:rPr>
        <w:t>Všeobecne záväzné nariadenie mesta Košice o určení názvu verejného priestranstva „Parčík Jozefa Psotku“ podľa predloženého návrhu.</w:t>
      </w:r>
    </w:p>
    <w:p w:rsidR="000C5F2D" w:rsidRPr="00053E9B" w:rsidRDefault="000C5F2D" w:rsidP="002C08EA">
      <w:pPr>
        <w:rPr>
          <w:rFonts w:ascii="Times New Roman" w:hAnsi="Times New Roman" w:cs="Times New Roman"/>
          <w:noProof/>
          <w:sz w:val="24"/>
          <w:szCs w:val="24"/>
        </w:rPr>
      </w:pPr>
    </w:p>
    <w:p w:rsidR="000C5F2D" w:rsidRPr="00053E9B" w:rsidRDefault="000C5F2D" w:rsidP="004D5DCE">
      <w:pPr>
        <w:rPr>
          <w:rFonts w:ascii="Times New Roman" w:hAnsi="Times New Roman" w:cs="Times New Roman"/>
          <w:noProof/>
          <w:sz w:val="24"/>
          <w:szCs w:val="24"/>
        </w:rPr>
      </w:pPr>
    </w:p>
    <w:p w:rsidR="000C5F2D" w:rsidRPr="00602D60" w:rsidRDefault="000C5F2D" w:rsidP="00602D60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02D60">
        <w:rPr>
          <w:rFonts w:ascii="Times New Roman" w:hAnsi="Times New Roman" w:cs="Times New Roman"/>
          <w:b/>
          <w:bCs/>
          <w:i/>
          <w:iCs/>
          <w:sz w:val="24"/>
          <w:szCs w:val="24"/>
        </w:rPr>
        <w:t>VZN mesta Košice o určení názvu verejného priestranstva „Parčík Jozefa Psotku“</w:t>
      </w:r>
    </w:p>
    <w:p w:rsidR="000C5F2D" w:rsidRPr="00053E9B" w:rsidRDefault="000C5F2D" w:rsidP="00F74B2A">
      <w:pPr>
        <w:rPr>
          <w:rFonts w:ascii="Times New Roman" w:hAnsi="Times New Roman" w:cs="Times New Roman"/>
          <w:sz w:val="24"/>
          <w:szCs w:val="24"/>
        </w:rPr>
      </w:pPr>
      <w:r w:rsidRPr="00053E9B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Z schválilo </w:t>
      </w:r>
      <w:r w:rsidRPr="00053E9B">
        <w:rPr>
          <w:rFonts w:ascii="Times New Roman" w:hAnsi="Times New Roman" w:cs="Times New Roman"/>
          <w:sz w:val="24"/>
          <w:szCs w:val="24"/>
        </w:rPr>
        <w:t>Všeobecne záväzné nariadenie mesta Košice o určení názvu verejného priestranstva „Parčík Jozefa Psotku“ podľa predloženého návrhu.</w:t>
      </w:r>
    </w:p>
    <w:p w:rsidR="000C5F2D" w:rsidRPr="00053E9B" w:rsidRDefault="000C5F2D" w:rsidP="004D5DCE">
      <w:pPr>
        <w:rPr>
          <w:rFonts w:ascii="Times New Roman" w:hAnsi="Times New Roman" w:cs="Times New Roman"/>
          <w:noProof/>
          <w:sz w:val="24"/>
          <w:szCs w:val="24"/>
        </w:rPr>
      </w:pPr>
    </w:p>
    <w:p w:rsidR="000C5F2D" w:rsidRPr="00F74B2A" w:rsidRDefault="000C5F2D" w:rsidP="002C08EA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74B2A">
        <w:rPr>
          <w:rFonts w:ascii="Times New Roman" w:hAnsi="Times New Roman" w:cs="Times New Roman"/>
          <w:b/>
          <w:bCs/>
          <w:i/>
          <w:iCs/>
          <w:sz w:val="24"/>
          <w:szCs w:val="24"/>
        </w:rPr>
        <w:t>VZN mesta Košice o určení názvu ulice „Platinová“</w:t>
      </w:r>
    </w:p>
    <w:p w:rsidR="000C5F2D" w:rsidRPr="00053E9B" w:rsidRDefault="000C5F2D" w:rsidP="002C08EA">
      <w:pPr>
        <w:rPr>
          <w:rFonts w:ascii="Times New Roman" w:hAnsi="Times New Roman" w:cs="Times New Roman"/>
          <w:noProof/>
          <w:sz w:val="24"/>
          <w:szCs w:val="24"/>
        </w:rPr>
      </w:pPr>
      <w:r w:rsidRPr="00053E9B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Z schválilo </w:t>
      </w:r>
      <w:r w:rsidRPr="00053E9B">
        <w:rPr>
          <w:rFonts w:ascii="Times New Roman" w:hAnsi="Times New Roman" w:cs="Times New Roman"/>
          <w:sz w:val="24"/>
          <w:szCs w:val="24"/>
        </w:rPr>
        <w:t xml:space="preserve">Všeobecne záväzné nariadenie mesta Košice o určení názvu ulice „Platinová“ </w:t>
      </w:r>
      <w:r w:rsidRPr="00053E9B">
        <w:rPr>
          <w:rFonts w:ascii="Times New Roman" w:hAnsi="Times New Roman" w:cs="Times New Roman"/>
          <w:sz w:val="24"/>
          <w:szCs w:val="24"/>
        </w:rPr>
        <w:br/>
        <w:t>podľa predloženého návrhu</w:t>
      </w:r>
    </w:p>
    <w:p w:rsidR="000C5F2D" w:rsidRPr="00053E9B" w:rsidRDefault="000C5F2D" w:rsidP="00B3193F">
      <w:pPr>
        <w:rPr>
          <w:rFonts w:ascii="Times New Roman" w:hAnsi="Times New Roman" w:cs="Times New Roman"/>
          <w:noProof/>
          <w:sz w:val="24"/>
          <w:szCs w:val="24"/>
        </w:rPr>
      </w:pPr>
    </w:p>
    <w:p w:rsidR="000C5F2D" w:rsidRPr="00F74B2A" w:rsidRDefault="000C5F2D" w:rsidP="00F74B2A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74B2A">
        <w:rPr>
          <w:rFonts w:ascii="Times New Roman" w:hAnsi="Times New Roman" w:cs="Times New Roman"/>
          <w:b/>
          <w:bCs/>
          <w:i/>
          <w:iCs/>
          <w:sz w:val="24"/>
          <w:szCs w:val="24"/>
        </w:rPr>
        <w:t>Informácia o Integrovanej územnej stratégii udržateľného rozvoja mestskej funkčnej oblasti mesta Košice 2015 - 2020 (2023) (UMR)</w:t>
      </w:r>
    </w:p>
    <w:p w:rsidR="000C5F2D" w:rsidRPr="00053E9B" w:rsidRDefault="000C5F2D" w:rsidP="00F74B2A">
      <w:pPr>
        <w:rPr>
          <w:rFonts w:ascii="Times New Roman" w:hAnsi="Times New Roman" w:cs="Times New Roman"/>
          <w:sz w:val="24"/>
          <w:szCs w:val="24"/>
          <w:u w:val="single"/>
        </w:rPr>
      </w:pPr>
      <w:r w:rsidRPr="00053E9B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Z vzalo na vedomie  </w:t>
      </w:r>
      <w:r w:rsidRPr="00053E9B">
        <w:rPr>
          <w:rFonts w:ascii="Times New Roman" w:hAnsi="Times New Roman" w:cs="Times New Roman"/>
          <w:sz w:val="24"/>
          <w:szCs w:val="24"/>
        </w:rPr>
        <w:t>Informáciu o Integrovanej územnej stratégii udržateľného rozvoja mestskej funkčnej oblasti mesta Košice 2015 - 2020 (2023) (UMR).</w:t>
      </w:r>
    </w:p>
    <w:p w:rsidR="000C5F2D" w:rsidRPr="00053E9B" w:rsidRDefault="000C5F2D" w:rsidP="002C08EA">
      <w:pPr>
        <w:rPr>
          <w:rFonts w:ascii="Times New Roman" w:hAnsi="Times New Roman" w:cs="Times New Roman"/>
          <w:noProof/>
          <w:sz w:val="24"/>
          <w:szCs w:val="24"/>
        </w:rPr>
      </w:pPr>
    </w:p>
    <w:p w:rsidR="000C5F2D" w:rsidRPr="00F74B2A" w:rsidRDefault="000C5F2D" w:rsidP="00F74B2A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74B2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Informácia o zvýšení základného imania v spoločnosti Košická Futbalová Aréna a.s. </w:t>
      </w:r>
    </w:p>
    <w:p w:rsidR="000C5F2D" w:rsidRPr="00F74B2A" w:rsidRDefault="000C5F2D" w:rsidP="00537203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74B2A">
        <w:rPr>
          <w:rFonts w:ascii="Times New Roman" w:hAnsi="Times New Roman" w:cs="Times New Roman"/>
          <w:b/>
          <w:bCs/>
          <w:i/>
          <w:iCs/>
          <w:sz w:val="24"/>
          <w:szCs w:val="24"/>
        </w:rPr>
        <w:t>a 2. zmena programového rozpočtu</w:t>
      </w:r>
    </w:p>
    <w:p w:rsidR="000C5F2D" w:rsidRPr="00053E9B" w:rsidRDefault="000C5F2D" w:rsidP="00537203">
      <w:pPr>
        <w:rPr>
          <w:rFonts w:ascii="Times New Roman" w:hAnsi="Times New Roman" w:cs="Times New Roman"/>
          <w:sz w:val="24"/>
          <w:szCs w:val="24"/>
        </w:rPr>
      </w:pPr>
      <w:r w:rsidRPr="00053E9B">
        <w:rPr>
          <w:rFonts w:ascii="Times New Roman" w:hAnsi="Times New Roman" w:cs="Times New Roman"/>
          <w:sz w:val="24"/>
          <w:szCs w:val="24"/>
        </w:rPr>
        <w:t>Mestské zastupiteľstvo v Košiciach</w:t>
      </w:r>
    </w:p>
    <w:p w:rsidR="000C5F2D" w:rsidRPr="00053E9B" w:rsidRDefault="000C5F2D" w:rsidP="00537203">
      <w:pPr>
        <w:rPr>
          <w:rFonts w:ascii="Times New Roman" w:hAnsi="Times New Roman" w:cs="Times New Roman"/>
          <w:sz w:val="24"/>
          <w:szCs w:val="24"/>
        </w:rPr>
      </w:pPr>
    </w:p>
    <w:p w:rsidR="000C5F2D" w:rsidRDefault="000C5F2D" w:rsidP="00F74B2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53E9B">
        <w:rPr>
          <w:rFonts w:ascii="Times New Roman" w:hAnsi="Times New Roman" w:cs="Times New Roman"/>
          <w:b/>
          <w:bCs/>
          <w:sz w:val="24"/>
          <w:szCs w:val="24"/>
        </w:rPr>
        <w:t xml:space="preserve">A. </w:t>
      </w:r>
      <w:r w:rsidRPr="00F74B2A">
        <w:rPr>
          <w:rFonts w:ascii="Times New Roman" w:hAnsi="Times New Roman" w:cs="Times New Roman"/>
          <w:sz w:val="24"/>
          <w:szCs w:val="24"/>
        </w:rPr>
        <w:t>berie na vedomie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0C5F2D" w:rsidRPr="00053E9B" w:rsidRDefault="000C5F2D" w:rsidP="00F74B2A">
      <w:pPr>
        <w:rPr>
          <w:rFonts w:ascii="Times New Roman" w:hAnsi="Times New Roman" w:cs="Times New Roman"/>
          <w:sz w:val="24"/>
          <w:szCs w:val="24"/>
        </w:rPr>
      </w:pPr>
      <w:r w:rsidRPr="00053E9B">
        <w:rPr>
          <w:rFonts w:ascii="Times New Roman" w:hAnsi="Times New Roman" w:cs="Times New Roman"/>
          <w:sz w:val="24"/>
          <w:szCs w:val="24"/>
        </w:rPr>
        <w:t>Informáciu o zvýšení základného imania v spoločnosti Košická Futbalová Aréna a.s. (ďalej len KFA a.s.),</w:t>
      </w:r>
    </w:p>
    <w:p w:rsidR="000C5F2D" w:rsidRPr="00053E9B" w:rsidRDefault="000C5F2D" w:rsidP="00537203">
      <w:pPr>
        <w:rPr>
          <w:rFonts w:ascii="Times New Roman" w:hAnsi="Times New Roman" w:cs="Times New Roman"/>
          <w:sz w:val="24"/>
          <w:szCs w:val="24"/>
        </w:rPr>
      </w:pPr>
    </w:p>
    <w:p w:rsidR="000C5F2D" w:rsidRPr="00F74B2A" w:rsidRDefault="000C5F2D" w:rsidP="00537203">
      <w:pPr>
        <w:rPr>
          <w:rFonts w:ascii="Times New Roman" w:hAnsi="Times New Roman" w:cs="Times New Roman"/>
          <w:sz w:val="24"/>
          <w:szCs w:val="24"/>
        </w:rPr>
      </w:pPr>
      <w:r w:rsidRPr="00053E9B">
        <w:rPr>
          <w:rFonts w:ascii="Times New Roman" w:hAnsi="Times New Roman" w:cs="Times New Roman"/>
          <w:b/>
          <w:bCs/>
          <w:sz w:val="24"/>
          <w:szCs w:val="24"/>
        </w:rPr>
        <w:t xml:space="preserve">B. </w:t>
      </w:r>
      <w:r w:rsidRPr="00F74B2A">
        <w:rPr>
          <w:rFonts w:ascii="Times New Roman" w:hAnsi="Times New Roman" w:cs="Times New Roman"/>
          <w:sz w:val="24"/>
          <w:szCs w:val="24"/>
        </w:rPr>
        <w:t>schvaľuje</w:t>
      </w:r>
    </w:p>
    <w:p w:rsidR="000C5F2D" w:rsidRPr="00053E9B" w:rsidRDefault="000C5F2D" w:rsidP="00537203">
      <w:pPr>
        <w:rPr>
          <w:rFonts w:ascii="Times New Roman" w:hAnsi="Times New Roman" w:cs="Times New Roman"/>
          <w:sz w:val="24"/>
          <w:szCs w:val="24"/>
        </w:rPr>
      </w:pPr>
      <w:r w:rsidRPr="00053E9B">
        <w:rPr>
          <w:rFonts w:ascii="Times New Roman" w:hAnsi="Times New Roman" w:cs="Times New Roman"/>
          <w:sz w:val="24"/>
          <w:szCs w:val="24"/>
        </w:rPr>
        <w:t>2. zmenu Programového rozpočtu mesta Košice na rok 2015</w:t>
      </w:r>
    </w:p>
    <w:p w:rsidR="000C5F2D" w:rsidRPr="00053E9B" w:rsidRDefault="000C5F2D" w:rsidP="00537203">
      <w:pPr>
        <w:rPr>
          <w:rFonts w:ascii="Times New Roman" w:hAnsi="Times New Roman" w:cs="Times New Roman"/>
          <w:sz w:val="24"/>
          <w:szCs w:val="24"/>
        </w:rPr>
      </w:pPr>
    </w:p>
    <w:p w:rsidR="000C5F2D" w:rsidRPr="00053E9B" w:rsidRDefault="000C5F2D" w:rsidP="00537203">
      <w:pPr>
        <w:rPr>
          <w:rFonts w:ascii="Times New Roman" w:hAnsi="Times New Roman" w:cs="Times New Roman"/>
          <w:sz w:val="24"/>
          <w:szCs w:val="24"/>
        </w:rPr>
      </w:pPr>
      <w:r w:rsidRPr="00053E9B">
        <w:rPr>
          <w:rFonts w:ascii="Times New Roman" w:hAnsi="Times New Roman" w:cs="Times New Roman"/>
          <w:sz w:val="24"/>
          <w:szCs w:val="24"/>
        </w:rPr>
        <w:t>Príjmové finančné operácie – návratná finančná výpomoc od MF SR</w:t>
      </w:r>
      <w:r w:rsidRPr="00053E9B">
        <w:rPr>
          <w:rFonts w:ascii="Times New Roman" w:hAnsi="Times New Roman" w:cs="Times New Roman"/>
          <w:sz w:val="24"/>
          <w:szCs w:val="24"/>
        </w:rPr>
        <w:tab/>
        <w:t xml:space="preserve">          + 8 000 000 €</w:t>
      </w:r>
    </w:p>
    <w:p w:rsidR="000C5F2D" w:rsidRPr="00053E9B" w:rsidRDefault="000C5F2D" w:rsidP="00537203">
      <w:pPr>
        <w:rPr>
          <w:rFonts w:ascii="Times New Roman" w:hAnsi="Times New Roman" w:cs="Times New Roman"/>
          <w:sz w:val="24"/>
          <w:szCs w:val="24"/>
        </w:rPr>
      </w:pPr>
      <w:r w:rsidRPr="00053E9B">
        <w:rPr>
          <w:rFonts w:ascii="Times New Roman" w:hAnsi="Times New Roman" w:cs="Times New Roman"/>
          <w:sz w:val="24"/>
          <w:szCs w:val="24"/>
        </w:rPr>
        <w:t>Výdavkové finančné operácie – peňažný vklad do spoločnosti KFA a. s.</w:t>
      </w:r>
      <w:r w:rsidRPr="00053E9B">
        <w:rPr>
          <w:rFonts w:ascii="Times New Roman" w:hAnsi="Times New Roman" w:cs="Times New Roman"/>
          <w:sz w:val="24"/>
          <w:szCs w:val="24"/>
        </w:rPr>
        <w:tab/>
        <w:t xml:space="preserve">          + 8 000 000 € </w:t>
      </w:r>
    </w:p>
    <w:p w:rsidR="000C5F2D" w:rsidRPr="00053E9B" w:rsidRDefault="000C5F2D" w:rsidP="00537203">
      <w:pPr>
        <w:rPr>
          <w:rFonts w:ascii="Times New Roman" w:hAnsi="Times New Roman" w:cs="Times New Roman"/>
          <w:sz w:val="24"/>
          <w:szCs w:val="24"/>
        </w:rPr>
      </w:pPr>
      <w:r w:rsidRPr="00053E9B">
        <w:rPr>
          <w:rFonts w:ascii="Times New Roman" w:hAnsi="Times New Roman" w:cs="Times New Roman"/>
          <w:sz w:val="24"/>
          <w:szCs w:val="24"/>
        </w:rPr>
        <w:t>za účelom financovania výstavby futbalového štadióna.</w:t>
      </w:r>
    </w:p>
    <w:p w:rsidR="000C5F2D" w:rsidRPr="00F74B2A" w:rsidRDefault="000C5F2D" w:rsidP="00F74B2A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0C5F2D" w:rsidRPr="00F74B2A" w:rsidRDefault="000C5F2D" w:rsidP="00F74B2A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74B2A">
        <w:rPr>
          <w:rFonts w:ascii="Times New Roman" w:hAnsi="Times New Roman" w:cs="Times New Roman"/>
          <w:b/>
          <w:bCs/>
          <w:i/>
          <w:iCs/>
          <w:sz w:val="24"/>
          <w:szCs w:val="24"/>
        </w:rPr>
        <w:t>Zmeny a doplnky Všeobecne záväzného nariadenia mesta Košice č. 146 o školských obvodoch na území mesta Košice</w:t>
      </w:r>
    </w:p>
    <w:p w:rsidR="000C5F2D" w:rsidRPr="00053E9B" w:rsidRDefault="000C5F2D" w:rsidP="00F74B2A">
      <w:pPr>
        <w:rPr>
          <w:rFonts w:ascii="Times New Roman" w:hAnsi="Times New Roman" w:cs="Times New Roman"/>
          <w:sz w:val="24"/>
          <w:szCs w:val="24"/>
        </w:rPr>
      </w:pPr>
      <w:r w:rsidRPr="00053E9B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Z schválilo </w:t>
      </w:r>
      <w:r w:rsidRPr="00053E9B">
        <w:rPr>
          <w:rFonts w:ascii="Times New Roman" w:hAnsi="Times New Roman" w:cs="Times New Roman"/>
          <w:sz w:val="24"/>
          <w:szCs w:val="24"/>
        </w:rPr>
        <w:t>zmeny a doplnky Všeobecne záväzného nariadenia mesta Košice č. 146 o školských obvodoch na území mesta Košice podľa predloženého návrhu.</w:t>
      </w:r>
    </w:p>
    <w:p w:rsidR="000C5F2D" w:rsidRPr="00053E9B" w:rsidRDefault="000C5F2D" w:rsidP="0053720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C5F2D" w:rsidRPr="00F74B2A" w:rsidRDefault="000C5F2D" w:rsidP="00F74B2A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74B2A">
        <w:rPr>
          <w:rFonts w:ascii="Times New Roman" w:hAnsi="Times New Roman" w:cs="Times New Roman"/>
          <w:b/>
          <w:bCs/>
          <w:i/>
          <w:iCs/>
          <w:sz w:val="24"/>
          <w:szCs w:val="24"/>
        </w:rPr>
        <w:t>Informácia postupu pri vypísaní referenda na redukciu mestských častí</w:t>
      </w:r>
    </w:p>
    <w:p w:rsidR="000C5F2D" w:rsidRDefault="000C5F2D" w:rsidP="00F74B2A">
      <w:pPr>
        <w:tabs>
          <w:tab w:val="left" w:pos="496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53E9B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Z vzalo na vedomie </w:t>
      </w:r>
      <w:r w:rsidRPr="00053E9B">
        <w:rPr>
          <w:rFonts w:ascii="Times New Roman" w:hAnsi="Times New Roman" w:cs="Times New Roman"/>
          <w:sz w:val="24"/>
          <w:szCs w:val="24"/>
        </w:rPr>
        <w:t xml:space="preserve">ústnu informáciu o postupe pri vypísaní referenda na redukciu mestských </w:t>
      </w:r>
    </w:p>
    <w:p w:rsidR="000C5F2D" w:rsidRDefault="000C5F2D" w:rsidP="00F74B2A">
      <w:pPr>
        <w:tabs>
          <w:tab w:val="left" w:pos="496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53E9B">
        <w:rPr>
          <w:rFonts w:ascii="Times New Roman" w:hAnsi="Times New Roman" w:cs="Times New Roman"/>
          <w:sz w:val="24"/>
          <w:szCs w:val="24"/>
        </w:rPr>
        <w:t>častí.</w:t>
      </w:r>
    </w:p>
    <w:p w:rsidR="000C5F2D" w:rsidRPr="00053E9B" w:rsidRDefault="000C5F2D" w:rsidP="00F74B2A">
      <w:pPr>
        <w:tabs>
          <w:tab w:val="left" w:pos="4962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C5F2D" w:rsidRPr="00F74B2A" w:rsidRDefault="000C5F2D" w:rsidP="00F74B2A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bCs/>
          <w:i/>
          <w:iCs/>
          <w:noProof/>
          <w:lang w:eastAsia="cs-CZ"/>
        </w:rPr>
      </w:pPr>
      <w:r w:rsidRPr="00F74B2A">
        <w:rPr>
          <w:rFonts w:ascii="Times New Roman" w:hAnsi="Times New Roman" w:cs="Times New Roman"/>
          <w:b/>
          <w:bCs/>
          <w:i/>
          <w:iCs/>
          <w:noProof/>
          <w:lang w:eastAsia="cs-CZ"/>
        </w:rPr>
        <w:t>Prerušenie rokovania MZ o bode „Návrh postupov pri riešení redukcie mestských častí v Košiciach“</w:t>
      </w:r>
    </w:p>
    <w:p w:rsidR="000C5F2D" w:rsidRPr="00F74B2A" w:rsidRDefault="000C5F2D" w:rsidP="00F74B2A">
      <w:pPr>
        <w:rPr>
          <w:rFonts w:ascii="Times New Roman" w:hAnsi="Times New Roman" w:cs="Times New Roman"/>
          <w:noProof/>
          <w:sz w:val="24"/>
          <w:szCs w:val="24"/>
        </w:rPr>
      </w:pPr>
      <w:r w:rsidRPr="00F74B2A">
        <w:rPr>
          <w:rFonts w:ascii="Times New Roman" w:hAnsi="Times New Roman" w:cs="Times New Roman"/>
          <w:sz w:val="24"/>
          <w:szCs w:val="24"/>
        </w:rPr>
        <w:t xml:space="preserve">MZ schválilo </w:t>
      </w:r>
      <w:r w:rsidRPr="00F74B2A">
        <w:rPr>
          <w:rFonts w:ascii="Times New Roman" w:hAnsi="Times New Roman" w:cs="Times New Roman"/>
          <w:noProof/>
          <w:sz w:val="24"/>
          <w:szCs w:val="24"/>
        </w:rPr>
        <w:t xml:space="preserve">prerušenie rokovania MZ o bode „Návrh postupov pri riešení redukcie mestských častí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F74B2A">
        <w:rPr>
          <w:rFonts w:ascii="Times New Roman" w:hAnsi="Times New Roman" w:cs="Times New Roman"/>
          <w:noProof/>
          <w:sz w:val="24"/>
          <w:szCs w:val="24"/>
        </w:rPr>
        <w:t xml:space="preserve">v Košiciach“. </w:t>
      </w:r>
    </w:p>
    <w:p w:rsidR="000C5F2D" w:rsidRPr="00F74B2A" w:rsidRDefault="000C5F2D" w:rsidP="00E26B48">
      <w:pPr>
        <w:jc w:val="both"/>
        <w:rPr>
          <w:rFonts w:ascii="Times New Roman" w:hAnsi="Times New Roman" w:cs="Times New Roman"/>
          <w:sz w:val="24"/>
          <w:szCs w:val="24"/>
        </w:rPr>
      </w:pPr>
      <w:r w:rsidRPr="00F74B2A">
        <w:rPr>
          <w:rFonts w:ascii="Times New Roman" w:hAnsi="Times New Roman" w:cs="Times New Roman"/>
          <w:sz w:val="24"/>
          <w:szCs w:val="24"/>
        </w:rPr>
        <w:t>Pokračovanie rokovania o prerušenom bode bude na zasadnutí mestského zastupiteľstva po uskutočnení volieb do Národnej rady Slovenskej republiky.</w:t>
      </w:r>
    </w:p>
    <w:p w:rsidR="000C5F2D" w:rsidRDefault="000C5F2D" w:rsidP="00537203">
      <w:pPr>
        <w:jc w:val="both"/>
        <w:rPr>
          <w:noProof/>
        </w:rPr>
      </w:pPr>
    </w:p>
    <w:p w:rsidR="000C5F2D" w:rsidRDefault="000C5F2D" w:rsidP="00537203">
      <w:pPr>
        <w:jc w:val="both"/>
        <w:rPr>
          <w:noProof/>
        </w:rPr>
      </w:pPr>
    </w:p>
    <w:p w:rsidR="000C5F2D" w:rsidRDefault="000C5F2D" w:rsidP="00537203">
      <w:pPr>
        <w:jc w:val="both"/>
      </w:pPr>
    </w:p>
    <w:p w:rsidR="000C5F2D" w:rsidRDefault="000C5F2D" w:rsidP="00537203">
      <w:pPr>
        <w:jc w:val="both"/>
      </w:pPr>
    </w:p>
    <w:p w:rsidR="000C5F2D" w:rsidRPr="002E02A6" w:rsidRDefault="000C5F2D" w:rsidP="00537203">
      <w:pPr>
        <w:jc w:val="both"/>
      </w:pPr>
      <w:r w:rsidRPr="002E02A6">
        <w:t>http://www.kosice.sk/rokovanie_mz.php?id=145</w:t>
      </w:r>
    </w:p>
    <w:p w:rsidR="000C5F2D" w:rsidRPr="002E02A6" w:rsidRDefault="000C5F2D" w:rsidP="00537203">
      <w:pPr>
        <w:rPr>
          <w:noProof/>
        </w:rPr>
      </w:pPr>
      <w:r w:rsidRPr="002E02A6">
        <w:rPr>
          <w:noProof/>
        </w:rPr>
        <w:t>http://www.kosice.sk/rokovanie_mz.php?id=144</w:t>
      </w:r>
    </w:p>
    <w:p w:rsidR="000C5F2D" w:rsidRPr="002E02A6" w:rsidRDefault="000C5F2D" w:rsidP="00537203">
      <w:pPr>
        <w:rPr>
          <w:noProof/>
        </w:rPr>
      </w:pPr>
      <w:r w:rsidRPr="002E02A6">
        <w:rPr>
          <w:noProof/>
        </w:rPr>
        <w:t>http://www.kosice.sk/rokovanie_mz.php?id=143</w:t>
      </w:r>
    </w:p>
    <w:p w:rsidR="000C5F2D" w:rsidRPr="007479FD" w:rsidRDefault="000C5F2D" w:rsidP="00537203">
      <w:pPr>
        <w:rPr>
          <w:noProof/>
        </w:rPr>
      </w:pPr>
    </w:p>
    <w:p w:rsidR="000C5F2D" w:rsidRDefault="000C5F2D" w:rsidP="00B3193F">
      <w:pPr>
        <w:rPr>
          <w:noProof/>
        </w:rPr>
      </w:pPr>
    </w:p>
    <w:p w:rsidR="000C5F2D" w:rsidRPr="00612BFE" w:rsidRDefault="000C5F2D">
      <w:pPr>
        <w:pStyle w:val="Vchodztl"/>
        <w:rPr>
          <w:rFonts w:ascii="Times New Roman" w:hAnsi="Times New Roman" w:cs="Times New Roman"/>
        </w:rPr>
      </w:pPr>
      <w:r w:rsidRPr="00612BFE">
        <w:rPr>
          <w:rFonts w:ascii="Times New Roman" w:hAnsi="Times New Roman" w:cs="Times New Roman"/>
          <w:lang w:eastAsia="cs-CZ"/>
        </w:rPr>
        <w:t>________________</w:t>
      </w:r>
      <w:r>
        <w:rPr>
          <w:rFonts w:ascii="Times New Roman" w:hAnsi="Times New Roman" w:cs="Times New Roman"/>
          <w:lang w:eastAsia="cs-CZ"/>
        </w:rPr>
        <w:t>_____________________________</w:t>
      </w:r>
    </w:p>
    <w:p w:rsidR="000C5F2D" w:rsidRPr="00C70853" w:rsidRDefault="000C5F2D">
      <w:pPr>
        <w:pStyle w:val="Vchodztl"/>
        <w:rPr>
          <w:rFonts w:ascii="Times New Roman" w:hAnsi="Times New Roman" w:cs="Times New Roman"/>
        </w:rPr>
      </w:pPr>
      <w:r w:rsidRPr="00C70853">
        <w:rPr>
          <w:rFonts w:ascii="Times New Roman" w:hAnsi="Times New Roman" w:cs="Times New Roman"/>
          <w:i/>
          <w:iCs/>
          <w:lang w:eastAsia="cs-CZ"/>
        </w:rPr>
        <w:t>Uznesenie MZ sú k nahliadnutiu na sekretariáte MÚ</w:t>
      </w:r>
    </w:p>
    <w:p w:rsidR="000C5F2D" w:rsidRPr="00C70853" w:rsidRDefault="000C5F2D">
      <w:pPr>
        <w:pStyle w:val="Vchodztl"/>
        <w:rPr>
          <w:rFonts w:ascii="Times New Roman" w:hAnsi="Times New Roman" w:cs="Times New Roman"/>
        </w:rPr>
      </w:pPr>
    </w:p>
    <w:p w:rsidR="000C5F2D" w:rsidRPr="00C70853" w:rsidRDefault="000C5F2D">
      <w:pPr>
        <w:pStyle w:val="Vchodztl"/>
        <w:rPr>
          <w:rFonts w:ascii="Times New Roman" w:hAnsi="Times New Roman" w:cs="Times New Roman"/>
        </w:rPr>
      </w:pPr>
      <w:r w:rsidRPr="00C70853">
        <w:rPr>
          <w:rFonts w:ascii="Times New Roman" w:hAnsi="Times New Roman" w:cs="Times New Roman"/>
          <w:i/>
          <w:iCs/>
          <w:lang w:eastAsia="cs-CZ"/>
        </w:rPr>
        <w:t xml:space="preserve">Košice </w:t>
      </w:r>
      <w:r>
        <w:rPr>
          <w:rFonts w:ascii="Times New Roman" w:hAnsi="Times New Roman" w:cs="Times New Roman"/>
          <w:i/>
          <w:iCs/>
          <w:lang w:eastAsia="cs-CZ"/>
        </w:rPr>
        <w:t>02</w:t>
      </w:r>
      <w:r w:rsidRPr="00C70853">
        <w:rPr>
          <w:rFonts w:ascii="Times New Roman" w:hAnsi="Times New Roman" w:cs="Times New Roman"/>
          <w:i/>
          <w:iCs/>
          <w:lang w:eastAsia="cs-CZ"/>
        </w:rPr>
        <w:t xml:space="preserve">. </w:t>
      </w:r>
      <w:r>
        <w:rPr>
          <w:rFonts w:ascii="Times New Roman" w:hAnsi="Times New Roman" w:cs="Times New Roman"/>
          <w:i/>
          <w:iCs/>
          <w:lang w:eastAsia="cs-CZ"/>
        </w:rPr>
        <w:t xml:space="preserve">februára  </w:t>
      </w:r>
      <w:r w:rsidRPr="00C70853">
        <w:rPr>
          <w:rFonts w:ascii="Times New Roman" w:hAnsi="Times New Roman" w:cs="Times New Roman"/>
          <w:i/>
          <w:iCs/>
          <w:lang w:eastAsia="cs-CZ"/>
        </w:rPr>
        <w:t xml:space="preserve"> 20</w:t>
      </w:r>
      <w:r>
        <w:rPr>
          <w:rFonts w:ascii="Times New Roman" w:hAnsi="Times New Roman" w:cs="Times New Roman"/>
          <w:i/>
          <w:iCs/>
          <w:lang w:eastAsia="cs-CZ"/>
        </w:rPr>
        <w:t>16</w:t>
      </w:r>
      <w:r w:rsidRPr="00C70853">
        <w:rPr>
          <w:rFonts w:ascii="Times New Roman" w:hAnsi="Times New Roman" w:cs="Times New Roman"/>
          <w:i/>
          <w:iCs/>
          <w:lang w:eastAsia="cs-CZ"/>
        </w:rPr>
        <w:t xml:space="preserve">      </w:t>
      </w:r>
    </w:p>
    <w:p w:rsidR="000C5F2D" w:rsidRPr="00C70853" w:rsidRDefault="000C5F2D">
      <w:pPr>
        <w:pStyle w:val="Vchodztl"/>
        <w:widowControl/>
        <w:rPr>
          <w:rFonts w:ascii="Times New Roman" w:hAnsi="Times New Roman" w:cs="Times New Roman"/>
        </w:rPr>
      </w:pPr>
      <w:r w:rsidRPr="00C70853">
        <w:rPr>
          <w:rFonts w:ascii="Times New Roman" w:hAnsi="Times New Roman" w:cs="Times New Roman"/>
          <w:i/>
          <w:iCs/>
          <w:lang w:eastAsia="cs-CZ"/>
        </w:rPr>
        <w:t xml:space="preserve">Spracovala : Monika Hegyiová                                                          </w:t>
      </w:r>
    </w:p>
    <w:p w:rsidR="000C5F2D" w:rsidRPr="00C70853" w:rsidRDefault="000C5F2D">
      <w:pPr>
        <w:pStyle w:val="Vchodztl"/>
        <w:widowControl/>
        <w:rPr>
          <w:rFonts w:ascii="Times New Roman" w:hAnsi="Times New Roman" w:cs="Times New Roman"/>
        </w:rPr>
      </w:pPr>
    </w:p>
    <w:p w:rsidR="000C5F2D" w:rsidRPr="00C70853" w:rsidRDefault="000C5F2D">
      <w:pPr>
        <w:pStyle w:val="Vchodztl"/>
        <w:widowControl/>
        <w:rPr>
          <w:rFonts w:ascii="Times New Roman" w:hAnsi="Times New Roman" w:cs="Times New Roman"/>
        </w:rPr>
      </w:pPr>
    </w:p>
    <w:p w:rsidR="000C5F2D" w:rsidRPr="00C70853" w:rsidRDefault="000C5F2D">
      <w:pPr>
        <w:pStyle w:val="Vchodztl"/>
        <w:widowControl/>
        <w:rPr>
          <w:rFonts w:ascii="Times New Roman" w:hAnsi="Times New Roman" w:cs="Times New Roman"/>
        </w:rPr>
      </w:pPr>
    </w:p>
    <w:p w:rsidR="000C5F2D" w:rsidRPr="00C70853" w:rsidRDefault="000C5F2D">
      <w:pPr>
        <w:pStyle w:val="Vchodztl"/>
        <w:widowControl/>
        <w:jc w:val="center"/>
        <w:rPr>
          <w:rFonts w:ascii="Times New Roman" w:hAnsi="Times New Roman" w:cs="Times New Roman"/>
        </w:rPr>
      </w:pPr>
    </w:p>
    <w:p w:rsidR="000C5F2D" w:rsidRPr="00C70853" w:rsidRDefault="000C5F2D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0C5F2D" w:rsidRPr="00C70853" w:rsidRDefault="000C5F2D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0C5F2D" w:rsidRPr="00C70853" w:rsidRDefault="000C5F2D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0C5F2D" w:rsidRPr="00C70853" w:rsidRDefault="000C5F2D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0C5F2D" w:rsidRPr="00C70853" w:rsidRDefault="000C5F2D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0C5F2D" w:rsidRPr="00C70853" w:rsidRDefault="000C5F2D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0C5F2D" w:rsidRPr="00C70853" w:rsidRDefault="000C5F2D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0C5F2D" w:rsidRPr="00C70853" w:rsidRDefault="000C5F2D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0C5F2D" w:rsidRPr="00C70853" w:rsidRDefault="000C5F2D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0C5F2D" w:rsidRPr="00C70853" w:rsidRDefault="000C5F2D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sectPr w:rsidR="000C5F2D" w:rsidRPr="00C70853" w:rsidSect="00343291">
      <w:footerReference w:type="default" r:id="rId7"/>
      <w:pgSz w:w="11905" w:h="16837"/>
      <w:pgMar w:top="1134" w:right="1134" w:bottom="1134" w:left="1134" w:header="0" w:footer="0" w:gutter="0"/>
      <w:cols w:space="708"/>
      <w:formProt w:val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5F2D" w:rsidRDefault="000C5F2D">
      <w:r>
        <w:separator/>
      </w:r>
    </w:p>
  </w:endnote>
  <w:endnote w:type="continuationSeparator" w:id="0">
    <w:p w:rsidR="000C5F2D" w:rsidRDefault="000C5F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F2D" w:rsidRDefault="000C5F2D" w:rsidP="00666229">
    <w:pPr>
      <w:pStyle w:val="Footer"/>
      <w:framePr w:wrap="auto" w:vAnchor="text" w:hAnchor="margin" w:xAlign="center" w:y="1"/>
      <w:rPr>
        <w:rStyle w:val="PageNumber"/>
        <w:rFonts w:cs="Calibri"/>
      </w:rPr>
    </w:pPr>
    <w:r>
      <w:rPr>
        <w:rStyle w:val="PageNumber"/>
        <w:rFonts w:cs="Calibri"/>
      </w:rPr>
      <w:fldChar w:fldCharType="begin"/>
    </w:r>
    <w:r>
      <w:rPr>
        <w:rStyle w:val="PageNumber"/>
        <w:rFonts w:cs="Calibri"/>
      </w:rPr>
      <w:instrText xml:space="preserve">PAGE  </w:instrText>
    </w:r>
    <w:r>
      <w:rPr>
        <w:rStyle w:val="PageNumber"/>
        <w:rFonts w:cs="Calibri"/>
      </w:rPr>
      <w:fldChar w:fldCharType="separate"/>
    </w:r>
    <w:r>
      <w:rPr>
        <w:rStyle w:val="PageNumber"/>
        <w:rFonts w:cs="Calibri"/>
        <w:noProof/>
      </w:rPr>
      <w:t>6</w:t>
    </w:r>
    <w:r>
      <w:rPr>
        <w:rStyle w:val="PageNumber"/>
        <w:rFonts w:cs="Calibri"/>
      </w:rPr>
      <w:fldChar w:fldCharType="end"/>
    </w:r>
  </w:p>
  <w:p w:rsidR="000C5F2D" w:rsidRDefault="000C5F2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5F2D" w:rsidRDefault="000C5F2D">
      <w:r>
        <w:separator/>
      </w:r>
    </w:p>
  </w:footnote>
  <w:footnote w:type="continuationSeparator" w:id="0">
    <w:p w:rsidR="000C5F2D" w:rsidRDefault="000C5F2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BB3"/>
    <w:multiLevelType w:val="hybridMultilevel"/>
    <w:tmpl w:val="00002EA6"/>
    <w:lvl w:ilvl="0" w:tplc="000012DB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41BB"/>
    <w:multiLevelType w:val="hybridMultilevel"/>
    <w:tmpl w:val="000026E9"/>
    <w:lvl w:ilvl="0" w:tplc="000001EB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22750F1"/>
    <w:multiLevelType w:val="hybridMultilevel"/>
    <w:tmpl w:val="C8448D26"/>
    <w:lvl w:ilvl="0" w:tplc="1A3E162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744541"/>
    <w:multiLevelType w:val="hybridMultilevel"/>
    <w:tmpl w:val="FEC8FF92"/>
    <w:lvl w:ilvl="0" w:tplc="1D9E85C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045D243E"/>
    <w:multiLevelType w:val="hybridMultilevel"/>
    <w:tmpl w:val="0B54D06C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084F69E7"/>
    <w:multiLevelType w:val="hybridMultilevel"/>
    <w:tmpl w:val="585AEC6E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099E34AB"/>
    <w:multiLevelType w:val="hybridMultilevel"/>
    <w:tmpl w:val="228CD2B4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0BD3476C"/>
    <w:multiLevelType w:val="hybridMultilevel"/>
    <w:tmpl w:val="93C80E40"/>
    <w:lvl w:ilvl="0" w:tplc="1A3E162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C512104"/>
    <w:multiLevelType w:val="hybridMultilevel"/>
    <w:tmpl w:val="E4926A24"/>
    <w:lvl w:ilvl="0" w:tplc="D3DE6A6C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0F9E5D8F"/>
    <w:multiLevelType w:val="hybridMultilevel"/>
    <w:tmpl w:val="BB58A634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</w:rPr>
    </w:lvl>
    <w:lvl w:ilvl="1" w:tplc="E506CFFE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</w:rPr>
    </w:lvl>
    <w:lvl w:ilvl="2" w:tplc="041B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>
    <w:nsid w:val="0FC70959"/>
    <w:multiLevelType w:val="hybridMultilevel"/>
    <w:tmpl w:val="5EBE2CF0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15756E9A"/>
    <w:multiLevelType w:val="hybridMultilevel"/>
    <w:tmpl w:val="8378FEE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8233DE3"/>
    <w:multiLevelType w:val="hybridMultilevel"/>
    <w:tmpl w:val="8D80F73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C6917F2"/>
    <w:multiLevelType w:val="hybridMultilevel"/>
    <w:tmpl w:val="E64C8584"/>
    <w:lvl w:ilvl="0" w:tplc="F24E4ACC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229B5E5C"/>
    <w:multiLevelType w:val="hybridMultilevel"/>
    <w:tmpl w:val="55D8BFF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3314A21"/>
    <w:multiLevelType w:val="hybridMultilevel"/>
    <w:tmpl w:val="B8669AD8"/>
    <w:lvl w:ilvl="0" w:tplc="C7F23128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4B6014E"/>
    <w:multiLevelType w:val="hybridMultilevel"/>
    <w:tmpl w:val="4552EA8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56D05D4"/>
    <w:multiLevelType w:val="hybridMultilevel"/>
    <w:tmpl w:val="8DDCA4FC"/>
    <w:lvl w:ilvl="0" w:tplc="F9BA015C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26CD477E"/>
    <w:multiLevelType w:val="multilevel"/>
    <w:tmpl w:val="B7BA0B14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9">
    <w:nsid w:val="28ED54FA"/>
    <w:multiLevelType w:val="hybridMultilevel"/>
    <w:tmpl w:val="16E6B3E4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>
    <w:nsid w:val="2B522C4A"/>
    <w:multiLevelType w:val="hybridMultilevel"/>
    <w:tmpl w:val="8C82DB0C"/>
    <w:lvl w:ilvl="0" w:tplc="0405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1">
    <w:nsid w:val="397A3497"/>
    <w:multiLevelType w:val="hybridMultilevel"/>
    <w:tmpl w:val="71C4F0DA"/>
    <w:lvl w:ilvl="0" w:tplc="0DEEB21C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3D1E76DA"/>
    <w:multiLevelType w:val="hybridMultilevel"/>
    <w:tmpl w:val="D4E634A8"/>
    <w:lvl w:ilvl="0" w:tplc="041B000F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3">
    <w:nsid w:val="41546E1F"/>
    <w:multiLevelType w:val="hybridMultilevel"/>
    <w:tmpl w:val="375AD7AA"/>
    <w:lvl w:ilvl="0" w:tplc="35DE0FE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2062ABE"/>
    <w:multiLevelType w:val="hybridMultilevel"/>
    <w:tmpl w:val="BC4EAD22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>
    <w:nsid w:val="44884A05"/>
    <w:multiLevelType w:val="hybridMultilevel"/>
    <w:tmpl w:val="356CF6EC"/>
    <w:lvl w:ilvl="0" w:tplc="C7F23128">
      <w:start w:val="1"/>
      <w:numFmt w:val="bullet"/>
      <w:lvlText w:val="-"/>
      <w:lvlJc w:val="left"/>
      <w:pPr>
        <w:ind w:left="1080" w:hanging="360"/>
      </w:pPr>
      <w:rPr>
        <w:rFonts w:ascii="Cambria" w:eastAsia="Times New Roman" w:hAnsi="Cambria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518774C1"/>
    <w:multiLevelType w:val="hybridMultilevel"/>
    <w:tmpl w:val="448653A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3C575A8"/>
    <w:multiLevelType w:val="hybridMultilevel"/>
    <w:tmpl w:val="B3B6BB54"/>
    <w:lvl w:ilvl="0" w:tplc="0654143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auto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5CB256ED"/>
    <w:multiLevelType w:val="hybridMultilevel"/>
    <w:tmpl w:val="1670209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0F97155"/>
    <w:multiLevelType w:val="hybridMultilevel"/>
    <w:tmpl w:val="143C8F1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63D1056C"/>
    <w:multiLevelType w:val="hybridMultilevel"/>
    <w:tmpl w:val="C6DA24DC"/>
    <w:lvl w:ilvl="0" w:tplc="9326AE5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1">
    <w:nsid w:val="64002EE5"/>
    <w:multiLevelType w:val="hybridMultilevel"/>
    <w:tmpl w:val="DE1A28F6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>
    <w:nsid w:val="66867693"/>
    <w:multiLevelType w:val="hybridMultilevel"/>
    <w:tmpl w:val="DC484B96"/>
    <w:lvl w:ilvl="0" w:tplc="53AC5C9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193A458A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</w:rPr>
    </w:lvl>
    <w:lvl w:ilvl="2" w:tplc="041B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>
    <w:nsid w:val="695F294F"/>
    <w:multiLevelType w:val="hybridMultilevel"/>
    <w:tmpl w:val="0210817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9E3752C"/>
    <w:multiLevelType w:val="hybridMultilevel"/>
    <w:tmpl w:val="F8602FE2"/>
    <w:lvl w:ilvl="0" w:tplc="C7F23128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F3E7BBE"/>
    <w:multiLevelType w:val="hybridMultilevel"/>
    <w:tmpl w:val="490241B2"/>
    <w:lvl w:ilvl="0" w:tplc="05666256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0485909"/>
    <w:multiLevelType w:val="hybridMultilevel"/>
    <w:tmpl w:val="0D98DFB0"/>
    <w:lvl w:ilvl="0" w:tplc="7CE8463C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>
    <w:nsid w:val="75AA5517"/>
    <w:multiLevelType w:val="hybridMultilevel"/>
    <w:tmpl w:val="57F6EF36"/>
    <w:lvl w:ilvl="0" w:tplc="00003D6C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6806182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>
    <w:nsid w:val="7EA41CFC"/>
    <w:multiLevelType w:val="hybridMultilevel"/>
    <w:tmpl w:val="A0CA0294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8"/>
  </w:num>
  <w:num w:numId="2">
    <w:abstractNumId w:val="9"/>
  </w:num>
  <w:num w:numId="3">
    <w:abstractNumId w:val="6"/>
  </w:num>
  <w:num w:numId="4">
    <w:abstractNumId w:val="24"/>
  </w:num>
  <w:num w:numId="5">
    <w:abstractNumId w:val="5"/>
  </w:num>
  <w:num w:numId="6">
    <w:abstractNumId w:val="11"/>
  </w:num>
  <w:num w:numId="7">
    <w:abstractNumId w:val="34"/>
  </w:num>
  <w:num w:numId="8">
    <w:abstractNumId w:val="15"/>
  </w:num>
  <w:num w:numId="9">
    <w:abstractNumId w:val="19"/>
  </w:num>
  <w:num w:numId="10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1"/>
  </w:num>
  <w:num w:numId="14">
    <w:abstractNumId w:val="35"/>
  </w:num>
  <w:num w:numId="15">
    <w:abstractNumId w:val="1"/>
  </w:num>
  <w:num w:numId="16">
    <w:abstractNumId w:val="0"/>
  </w:num>
  <w:num w:numId="17">
    <w:abstractNumId w:val="37"/>
  </w:num>
  <w:num w:numId="18">
    <w:abstractNumId w:val="23"/>
  </w:num>
  <w:num w:numId="19">
    <w:abstractNumId w:val="30"/>
  </w:num>
  <w:num w:numId="20">
    <w:abstractNumId w:val="26"/>
  </w:num>
  <w:num w:numId="21">
    <w:abstractNumId w:val="33"/>
  </w:num>
  <w:num w:numId="22">
    <w:abstractNumId w:val="16"/>
  </w:num>
  <w:num w:numId="23">
    <w:abstractNumId w:val="29"/>
  </w:num>
  <w:num w:numId="24">
    <w:abstractNumId w:val="12"/>
  </w:num>
  <w:num w:numId="25">
    <w:abstractNumId w:val="28"/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</w:num>
  <w:num w:numId="35">
    <w:abstractNumId w:val="32"/>
  </w:num>
  <w:num w:numId="36">
    <w:abstractNumId w:val="3"/>
  </w:num>
  <w:num w:numId="37">
    <w:abstractNumId w:val="7"/>
  </w:num>
  <w:num w:numId="38">
    <w:abstractNumId w:val="8"/>
  </w:num>
  <w:num w:numId="39">
    <w:abstractNumId w:val="36"/>
  </w:num>
  <w:num w:numId="4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6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3291"/>
    <w:rsid w:val="0000266C"/>
    <w:rsid w:val="00014500"/>
    <w:rsid w:val="00016375"/>
    <w:rsid w:val="000224CF"/>
    <w:rsid w:val="00027D76"/>
    <w:rsid w:val="00051B3C"/>
    <w:rsid w:val="00053E9B"/>
    <w:rsid w:val="00073C75"/>
    <w:rsid w:val="00095FD4"/>
    <w:rsid w:val="000C5F2D"/>
    <w:rsid w:val="000F58D3"/>
    <w:rsid w:val="00100735"/>
    <w:rsid w:val="00116884"/>
    <w:rsid w:val="00117222"/>
    <w:rsid w:val="00124A57"/>
    <w:rsid w:val="00124AB2"/>
    <w:rsid w:val="0013213C"/>
    <w:rsid w:val="00133CFB"/>
    <w:rsid w:val="001476DB"/>
    <w:rsid w:val="00167FAB"/>
    <w:rsid w:val="00175806"/>
    <w:rsid w:val="001967D8"/>
    <w:rsid w:val="001F6A34"/>
    <w:rsid w:val="0027650A"/>
    <w:rsid w:val="0028243C"/>
    <w:rsid w:val="002B4DB4"/>
    <w:rsid w:val="002C08EA"/>
    <w:rsid w:val="002E02A6"/>
    <w:rsid w:val="003167F0"/>
    <w:rsid w:val="00324631"/>
    <w:rsid w:val="003355B2"/>
    <w:rsid w:val="00343291"/>
    <w:rsid w:val="00371416"/>
    <w:rsid w:val="00393F0A"/>
    <w:rsid w:val="003E23EA"/>
    <w:rsid w:val="004325AF"/>
    <w:rsid w:val="00433583"/>
    <w:rsid w:val="004548FB"/>
    <w:rsid w:val="00465525"/>
    <w:rsid w:val="00480A88"/>
    <w:rsid w:val="00496EA1"/>
    <w:rsid w:val="004D5DCE"/>
    <w:rsid w:val="004F29F8"/>
    <w:rsid w:val="00510743"/>
    <w:rsid w:val="00516EF0"/>
    <w:rsid w:val="00537203"/>
    <w:rsid w:val="005569C8"/>
    <w:rsid w:val="0055749A"/>
    <w:rsid w:val="00565CF9"/>
    <w:rsid w:val="005A08B0"/>
    <w:rsid w:val="005C1E73"/>
    <w:rsid w:val="005E045F"/>
    <w:rsid w:val="005F24EE"/>
    <w:rsid w:val="00602D60"/>
    <w:rsid w:val="0060750D"/>
    <w:rsid w:val="00612BFE"/>
    <w:rsid w:val="00653E4A"/>
    <w:rsid w:val="00663A2F"/>
    <w:rsid w:val="00666229"/>
    <w:rsid w:val="006671E5"/>
    <w:rsid w:val="006D4992"/>
    <w:rsid w:val="00711DB8"/>
    <w:rsid w:val="00746E32"/>
    <w:rsid w:val="007479FD"/>
    <w:rsid w:val="00777D80"/>
    <w:rsid w:val="007947EC"/>
    <w:rsid w:val="007A39DA"/>
    <w:rsid w:val="007B7CFF"/>
    <w:rsid w:val="007C1C54"/>
    <w:rsid w:val="00807B2E"/>
    <w:rsid w:val="00866AE4"/>
    <w:rsid w:val="00890C56"/>
    <w:rsid w:val="008B016C"/>
    <w:rsid w:val="008C28A4"/>
    <w:rsid w:val="00904792"/>
    <w:rsid w:val="009225CC"/>
    <w:rsid w:val="009309C5"/>
    <w:rsid w:val="00950612"/>
    <w:rsid w:val="009558B1"/>
    <w:rsid w:val="00957C14"/>
    <w:rsid w:val="0097692C"/>
    <w:rsid w:val="009F6AA9"/>
    <w:rsid w:val="00A052D9"/>
    <w:rsid w:val="00A10A8B"/>
    <w:rsid w:val="00A529AC"/>
    <w:rsid w:val="00A56E04"/>
    <w:rsid w:val="00A75168"/>
    <w:rsid w:val="00AC11CA"/>
    <w:rsid w:val="00AC2851"/>
    <w:rsid w:val="00AC375D"/>
    <w:rsid w:val="00AE235F"/>
    <w:rsid w:val="00AF3E3F"/>
    <w:rsid w:val="00B20038"/>
    <w:rsid w:val="00B3193F"/>
    <w:rsid w:val="00B56417"/>
    <w:rsid w:val="00B66132"/>
    <w:rsid w:val="00BA11D5"/>
    <w:rsid w:val="00BA5F11"/>
    <w:rsid w:val="00BD68F7"/>
    <w:rsid w:val="00BF02F7"/>
    <w:rsid w:val="00C514C9"/>
    <w:rsid w:val="00C70853"/>
    <w:rsid w:val="00C72C08"/>
    <w:rsid w:val="00CE3A60"/>
    <w:rsid w:val="00D1310F"/>
    <w:rsid w:val="00D20A4E"/>
    <w:rsid w:val="00D34625"/>
    <w:rsid w:val="00D5024C"/>
    <w:rsid w:val="00D655EC"/>
    <w:rsid w:val="00DB1423"/>
    <w:rsid w:val="00DB24BF"/>
    <w:rsid w:val="00DB4016"/>
    <w:rsid w:val="00E230AA"/>
    <w:rsid w:val="00E26B48"/>
    <w:rsid w:val="00E415E4"/>
    <w:rsid w:val="00E93F3F"/>
    <w:rsid w:val="00E97A8C"/>
    <w:rsid w:val="00EA3D94"/>
    <w:rsid w:val="00EA48CE"/>
    <w:rsid w:val="00EB0E1D"/>
    <w:rsid w:val="00EC4B31"/>
    <w:rsid w:val="00EE147D"/>
    <w:rsid w:val="00EE368B"/>
    <w:rsid w:val="00F0042F"/>
    <w:rsid w:val="00F04BDD"/>
    <w:rsid w:val="00F432AE"/>
    <w:rsid w:val="00F52765"/>
    <w:rsid w:val="00F60E57"/>
    <w:rsid w:val="00F706E8"/>
    <w:rsid w:val="00F74B2A"/>
    <w:rsid w:val="00F75E8C"/>
    <w:rsid w:val="00F760F7"/>
    <w:rsid w:val="00F83D7E"/>
    <w:rsid w:val="00F94667"/>
    <w:rsid w:val="00F967D8"/>
    <w:rsid w:val="00FA44F5"/>
    <w:rsid w:val="00FE6719"/>
    <w:rsid w:val="00FF06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7D8"/>
    <w:rPr>
      <w:rFonts w:cs="Calibri"/>
    </w:rPr>
  </w:style>
  <w:style w:type="paragraph" w:styleId="Heading1">
    <w:name w:val="heading 1"/>
    <w:basedOn w:val="Nadpis"/>
    <w:next w:val="Telotextu"/>
    <w:link w:val="Heading1Char"/>
    <w:uiPriority w:val="99"/>
    <w:qFormat/>
    <w:rsid w:val="00343291"/>
    <w:pPr>
      <w:widowControl/>
      <w:numPr>
        <w:numId w:val="1"/>
      </w:numPr>
      <w:spacing w:before="0" w:after="0"/>
      <w:outlineLvl w:val="0"/>
    </w:pPr>
    <w:rPr>
      <w:sz w:val="24"/>
      <w:szCs w:val="24"/>
      <w:lang w:eastAsia="cs-CZ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496EA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432AE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A10A8B"/>
    <w:rPr>
      <w:rFonts w:ascii="Cambria" w:hAnsi="Cambria" w:cs="Cambria"/>
      <w:b/>
      <w:bCs/>
      <w:i/>
      <w:iCs/>
      <w:sz w:val="28"/>
      <w:szCs w:val="28"/>
    </w:rPr>
  </w:style>
  <w:style w:type="paragraph" w:customStyle="1" w:styleId="Vchodztl">
    <w:name w:val="Východzí štýl"/>
    <w:uiPriority w:val="99"/>
    <w:rsid w:val="00343291"/>
    <w:pPr>
      <w:widowControl w:val="0"/>
      <w:suppressAutoHyphens/>
    </w:pPr>
    <w:rPr>
      <w:rFonts w:cs="Calibri"/>
      <w:sz w:val="24"/>
      <w:szCs w:val="24"/>
    </w:rPr>
  </w:style>
  <w:style w:type="character" w:customStyle="1" w:styleId="Silnzvraznenie">
    <w:name w:val="Silné zvýraznenie"/>
    <w:uiPriority w:val="99"/>
    <w:rsid w:val="00343291"/>
    <w:rPr>
      <w:b/>
    </w:rPr>
  </w:style>
  <w:style w:type="character" w:customStyle="1" w:styleId="Internetovodkaz">
    <w:name w:val="Internetový odkaz"/>
    <w:uiPriority w:val="99"/>
    <w:rsid w:val="00343291"/>
    <w:rPr>
      <w:color w:val="000080"/>
      <w:u w:val="single"/>
    </w:rPr>
  </w:style>
  <w:style w:type="paragraph" w:customStyle="1" w:styleId="Nadpis">
    <w:name w:val="Nadpis"/>
    <w:basedOn w:val="Vchodztl"/>
    <w:next w:val="Telotextu"/>
    <w:uiPriority w:val="99"/>
    <w:rsid w:val="0034329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Telotextu">
    <w:name w:val="Telo textu"/>
    <w:basedOn w:val="Vchodztl"/>
    <w:uiPriority w:val="99"/>
    <w:rsid w:val="00343291"/>
    <w:pPr>
      <w:spacing w:after="120"/>
    </w:pPr>
  </w:style>
  <w:style w:type="paragraph" w:customStyle="1" w:styleId="Zoznam">
    <w:name w:val="Zoznam"/>
    <w:basedOn w:val="Telotextu"/>
    <w:uiPriority w:val="99"/>
    <w:rsid w:val="00343291"/>
  </w:style>
  <w:style w:type="paragraph" w:customStyle="1" w:styleId="Popis">
    <w:name w:val="Popis"/>
    <w:basedOn w:val="Vchodztl"/>
    <w:uiPriority w:val="99"/>
    <w:rsid w:val="00343291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Vchodztl"/>
    <w:uiPriority w:val="99"/>
    <w:rsid w:val="00343291"/>
    <w:pPr>
      <w:suppressLineNumbers/>
    </w:pPr>
  </w:style>
  <w:style w:type="paragraph" w:styleId="ListParagraph">
    <w:name w:val="List Paragraph"/>
    <w:basedOn w:val="Normal"/>
    <w:uiPriority w:val="99"/>
    <w:qFormat/>
    <w:rsid w:val="00343291"/>
    <w:pPr>
      <w:suppressAutoHyphens/>
      <w:spacing w:after="200"/>
      <w:ind w:left="720"/>
    </w:pPr>
    <w:rPr>
      <w:lang w:eastAsia="en-US"/>
    </w:rPr>
  </w:style>
  <w:style w:type="paragraph" w:customStyle="1" w:styleId="ZkladntextIMP">
    <w:name w:val="Základní text_IMP"/>
    <w:uiPriority w:val="99"/>
    <w:rsid w:val="00343291"/>
    <w:pPr>
      <w:widowControl w:val="0"/>
      <w:suppressAutoHyphens/>
      <w:jc w:val="both"/>
    </w:pPr>
    <w:rPr>
      <w:rFonts w:cs="Calibri"/>
      <w:sz w:val="24"/>
      <w:szCs w:val="24"/>
    </w:rPr>
  </w:style>
  <w:style w:type="paragraph" w:customStyle="1" w:styleId="Nzov">
    <w:name w:val="Názov"/>
    <w:basedOn w:val="Nadpis"/>
    <w:next w:val="Podnzov"/>
    <w:uiPriority w:val="99"/>
    <w:rsid w:val="00343291"/>
    <w:pPr>
      <w:widowControl/>
      <w:spacing w:before="0" w:after="0"/>
      <w:jc w:val="center"/>
    </w:pPr>
    <w:rPr>
      <w:b/>
      <w:bCs/>
      <w:sz w:val="24"/>
      <w:szCs w:val="24"/>
      <w:u w:val="single"/>
    </w:rPr>
  </w:style>
  <w:style w:type="paragraph" w:customStyle="1" w:styleId="Podnzov">
    <w:name w:val="Podnázov"/>
    <w:basedOn w:val="Nadpis"/>
    <w:next w:val="Telotextu"/>
    <w:uiPriority w:val="99"/>
    <w:rsid w:val="00343291"/>
    <w:pPr>
      <w:jc w:val="center"/>
    </w:pPr>
    <w:rPr>
      <w:i/>
      <w:iCs/>
    </w:rPr>
  </w:style>
  <w:style w:type="paragraph" w:styleId="PlainText">
    <w:name w:val="Plain Text"/>
    <w:basedOn w:val="Normal"/>
    <w:link w:val="PlainTextChar"/>
    <w:uiPriority w:val="99"/>
    <w:rsid w:val="00343291"/>
    <w:pPr>
      <w:suppressAutoHyphens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F432AE"/>
    <w:rPr>
      <w:rFonts w:ascii="Courier New" w:hAnsi="Courier New" w:cs="Courier New"/>
      <w:sz w:val="20"/>
      <w:szCs w:val="20"/>
    </w:rPr>
  </w:style>
  <w:style w:type="paragraph" w:customStyle="1" w:styleId="Hlavika">
    <w:name w:val="Hlavička"/>
    <w:basedOn w:val="Vchodztl"/>
    <w:uiPriority w:val="99"/>
    <w:rsid w:val="00343291"/>
    <w:pPr>
      <w:widowControl/>
      <w:suppressLineNumbers/>
      <w:tabs>
        <w:tab w:val="center" w:pos="4536"/>
        <w:tab w:val="right" w:pos="9072"/>
      </w:tabs>
    </w:pPr>
    <w:rPr>
      <w:sz w:val="20"/>
      <w:szCs w:val="20"/>
      <w:lang w:eastAsia="cs-CZ"/>
    </w:rPr>
  </w:style>
  <w:style w:type="paragraph" w:customStyle="1" w:styleId="Obsahtabuky">
    <w:name w:val="Obsah tabuľky"/>
    <w:basedOn w:val="Vchodztl"/>
    <w:uiPriority w:val="99"/>
    <w:rsid w:val="00343291"/>
    <w:pPr>
      <w:suppressLineNumbers/>
    </w:pPr>
  </w:style>
  <w:style w:type="paragraph" w:customStyle="1" w:styleId="Nadpistabuky">
    <w:name w:val="Nadpis tabuľky"/>
    <w:basedOn w:val="Obsahtabuky"/>
    <w:uiPriority w:val="99"/>
    <w:rsid w:val="00343291"/>
    <w:pPr>
      <w:jc w:val="center"/>
    </w:pPr>
    <w:rPr>
      <w:b/>
      <w:bCs/>
    </w:rPr>
  </w:style>
  <w:style w:type="paragraph" w:styleId="Footer">
    <w:name w:val="footer"/>
    <w:basedOn w:val="Normal"/>
    <w:link w:val="FooterChar"/>
    <w:uiPriority w:val="99"/>
    <w:rsid w:val="00E230A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F58D3"/>
    <w:rPr>
      <w:rFonts w:cs="Times New Roman"/>
    </w:rPr>
  </w:style>
  <w:style w:type="character" w:styleId="PageNumber">
    <w:name w:val="page number"/>
    <w:basedOn w:val="DefaultParagraphFont"/>
    <w:uiPriority w:val="99"/>
    <w:rsid w:val="00E230AA"/>
    <w:rPr>
      <w:rFonts w:cs="Times New Roman"/>
    </w:rPr>
  </w:style>
  <w:style w:type="paragraph" w:styleId="NormalWeb">
    <w:name w:val="Normal (Web)"/>
    <w:basedOn w:val="Normal"/>
    <w:uiPriority w:val="99"/>
    <w:rsid w:val="00016375"/>
    <w:pPr>
      <w:spacing w:before="100" w:beforeAutospacing="1" w:after="100" w:afterAutospacing="1"/>
    </w:pPr>
    <w:rPr>
      <w:spacing w:val="20"/>
      <w:sz w:val="24"/>
      <w:szCs w:val="24"/>
    </w:rPr>
  </w:style>
  <w:style w:type="table" w:styleId="TableGrid">
    <w:name w:val="Table Grid"/>
    <w:basedOn w:val="TableNormal"/>
    <w:uiPriority w:val="99"/>
    <w:locked/>
    <w:rsid w:val="00F967D8"/>
    <w:rPr>
      <w:rFonts w:cs="Calibri"/>
      <w:spacing w:val="2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4F29F8"/>
    <w:rPr>
      <w:rFonts w:cs="Times New Roman"/>
      <w:color w:val="0000FF"/>
      <w:u w:val="single"/>
    </w:rPr>
  </w:style>
  <w:style w:type="character" w:customStyle="1" w:styleId="ObyajntextChar">
    <w:name w:val="Obyčajný text Char"/>
    <w:basedOn w:val="DefaultParagraphFont"/>
    <w:uiPriority w:val="99"/>
    <w:locked/>
    <w:rsid w:val="00A56E04"/>
    <w:rPr>
      <w:rFonts w:ascii="Courier New" w:hAnsi="Courier New" w:cs="Courier New"/>
      <w:lang w:val="sk-SK" w:eastAsia="sk-SK"/>
    </w:rPr>
  </w:style>
  <w:style w:type="character" w:customStyle="1" w:styleId="apple-converted-space">
    <w:name w:val="apple-converted-space"/>
    <w:basedOn w:val="DefaultParagraphFont"/>
    <w:uiPriority w:val="99"/>
    <w:rsid w:val="00C70853"/>
    <w:rPr>
      <w:rFonts w:cs="Times New Roman"/>
    </w:rPr>
  </w:style>
  <w:style w:type="paragraph" w:customStyle="1" w:styleId="Default">
    <w:name w:val="Default"/>
    <w:uiPriority w:val="99"/>
    <w:rsid w:val="00E26B48"/>
    <w:pPr>
      <w:autoSpaceDE w:val="0"/>
      <w:autoSpaceDN w:val="0"/>
      <w:adjustRightInd w:val="0"/>
    </w:pPr>
    <w:rPr>
      <w:color w:val="000000"/>
      <w:spacing w:val="2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3449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49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6</Pages>
  <Words>1578</Words>
  <Characters>8996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Informatívna správa </dc:title>
  <dc:subject/>
  <dc:creator>mumckosice</dc:creator>
  <cp:keywords/>
  <dc:description/>
  <cp:lastModifiedBy>Dell GX620-04</cp:lastModifiedBy>
  <cp:revision>3</cp:revision>
  <cp:lastPrinted>2015-10-20T13:13:00Z</cp:lastPrinted>
  <dcterms:created xsi:type="dcterms:W3CDTF">2016-02-12T11:12:00Z</dcterms:created>
  <dcterms:modified xsi:type="dcterms:W3CDTF">2016-02-12T11:14:00Z</dcterms:modified>
</cp:coreProperties>
</file>